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26"/>
        <w:tblW w:w="0" w:type="auto"/>
        <w:tblLook w:val="01E0" w:firstRow="1" w:lastRow="1" w:firstColumn="1" w:lastColumn="1" w:noHBand="0" w:noVBand="0"/>
      </w:tblPr>
      <w:tblGrid>
        <w:gridCol w:w="1961"/>
        <w:gridCol w:w="7665"/>
        <w:gridCol w:w="13"/>
      </w:tblGrid>
      <w:tr w:rsidR="003B7DF9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4910" w:rsidRDefault="003B7DF9" w:rsidP="006015A1"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01224D" w:rsidP="00556AA3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              </w:t>
            </w:r>
            <w:r w:rsidR="003B7DF9" w:rsidRPr="006015A1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6015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6AA3">
              <w:rPr>
                <w:rFonts w:ascii="Arial" w:hAnsi="Arial" w:cs="Arial"/>
                <w:sz w:val="18"/>
                <w:szCs w:val="18"/>
              </w:rPr>
              <w:t>87</w:t>
            </w: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sz w:val="18"/>
                <w:szCs w:val="18"/>
              </w:rPr>
            </w:pPr>
            <w:r w:rsidRPr="006015A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6015A1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6015A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56AA3">
              <w:rPr>
                <w:rFonts w:ascii="Arial" w:hAnsi="Arial" w:cs="Arial"/>
                <w:noProof/>
                <w:sz w:val="18"/>
                <w:szCs w:val="18"/>
              </w:rPr>
              <w:t>Tuesday, 16 June 2020</w:t>
            </w:r>
            <w:r w:rsidRPr="006015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31DE6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31DE6" w:rsidRPr="006015A1" w:rsidRDefault="00431DE6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Ward/Dept.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31DE6" w:rsidRPr="006015A1" w:rsidRDefault="00431DE6" w:rsidP="00556AA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497F" w:rsidRPr="006015A1" w:rsidRDefault="00556AA3" w:rsidP="006015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87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yo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gentleman with blue left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foor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for 3/52, no palpable dorsalis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Pedis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Noteable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dry gangrene on big toe and third toe. Doppler to assess arterial patency. </w:t>
            </w:r>
          </w:p>
        </w:tc>
      </w:tr>
      <w:tr w:rsidR="00A549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6015A1" w:rsidRDefault="00B35726" w:rsidP="006015A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8017" behindDoc="0" locked="0" layoutInCell="1" allowOverlap="1">
                      <wp:simplePos x="0" y="0"/>
                      <wp:positionH relativeFrom="column">
                        <wp:posOffset>211455</wp:posOffset>
                      </wp:positionH>
                      <wp:positionV relativeFrom="paragraph">
                        <wp:posOffset>127635</wp:posOffset>
                      </wp:positionV>
                      <wp:extent cx="1497330" cy="913130"/>
                      <wp:effectExtent l="17145" t="10160" r="28575" b="19685"/>
                      <wp:wrapNone/>
                      <wp:docPr id="79" name="Freeform 46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97330" cy="913130"/>
                              </a:xfrm>
                              <a:custGeom>
                                <a:avLst/>
                                <a:gdLst>
                                  <a:gd name="T0" fmla="*/ 41 w 2358"/>
                                  <a:gd name="T1" fmla="*/ 34 h 1438"/>
                                  <a:gd name="T2" fmla="*/ 0 w 2358"/>
                                  <a:gd name="T3" fmla="*/ 191 h 1438"/>
                                  <a:gd name="T4" fmla="*/ 7 w 2358"/>
                                  <a:gd name="T5" fmla="*/ 354 h 1438"/>
                                  <a:gd name="T6" fmla="*/ 164 w 2358"/>
                                  <a:gd name="T7" fmla="*/ 518 h 1438"/>
                                  <a:gd name="T8" fmla="*/ 205 w 2358"/>
                                  <a:gd name="T9" fmla="*/ 812 h 1438"/>
                                  <a:gd name="T10" fmla="*/ 396 w 2358"/>
                                  <a:gd name="T11" fmla="*/ 982 h 1438"/>
                                  <a:gd name="T12" fmla="*/ 560 w 2358"/>
                                  <a:gd name="T13" fmla="*/ 948 h 1438"/>
                                  <a:gd name="T14" fmla="*/ 806 w 2358"/>
                                  <a:gd name="T15" fmla="*/ 1051 h 1438"/>
                                  <a:gd name="T16" fmla="*/ 922 w 2358"/>
                                  <a:gd name="T17" fmla="*/ 1194 h 1438"/>
                                  <a:gd name="T18" fmla="*/ 1140 w 2358"/>
                                  <a:gd name="T19" fmla="*/ 1214 h 1438"/>
                                  <a:gd name="T20" fmla="*/ 2025 w 2358"/>
                                  <a:gd name="T21" fmla="*/ 1438 h 1438"/>
                                  <a:gd name="T22" fmla="*/ 2014 w 2358"/>
                                  <a:gd name="T23" fmla="*/ 1426 h 1438"/>
                                  <a:gd name="T24" fmla="*/ 2182 w 2358"/>
                                  <a:gd name="T25" fmla="*/ 1367 h 1438"/>
                                  <a:gd name="T26" fmla="*/ 2358 w 2358"/>
                                  <a:gd name="T27" fmla="*/ 1347 h 1438"/>
                                  <a:gd name="T28" fmla="*/ 1058 w 2358"/>
                                  <a:gd name="T29" fmla="*/ 935 h 1438"/>
                                  <a:gd name="T30" fmla="*/ 635 w 2358"/>
                                  <a:gd name="T31" fmla="*/ 682 h 1438"/>
                                  <a:gd name="T32" fmla="*/ 560 w 2358"/>
                                  <a:gd name="T33" fmla="*/ 614 h 1438"/>
                                  <a:gd name="T34" fmla="*/ 458 w 2358"/>
                                  <a:gd name="T35" fmla="*/ 341 h 1438"/>
                                  <a:gd name="T36" fmla="*/ 492 w 2358"/>
                                  <a:gd name="T37" fmla="*/ 163 h 1438"/>
                                  <a:gd name="T38" fmla="*/ 362 w 2358"/>
                                  <a:gd name="T39" fmla="*/ 0 h 1438"/>
                                  <a:gd name="T40" fmla="*/ 41 w 2358"/>
                                  <a:gd name="T41" fmla="*/ 34 h 14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2358" h="1438">
                                    <a:moveTo>
                                      <a:pt x="41" y="34"/>
                                    </a:moveTo>
                                    <a:lnTo>
                                      <a:pt x="0" y="191"/>
                                    </a:lnTo>
                                    <a:lnTo>
                                      <a:pt x="7" y="354"/>
                                    </a:lnTo>
                                    <a:lnTo>
                                      <a:pt x="164" y="518"/>
                                    </a:lnTo>
                                    <a:lnTo>
                                      <a:pt x="205" y="812"/>
                                    </a:lnTo>
                                    <a:lnTo>
                                      <a:pt x="396" y="982"/>
                                    </a:lnTo>
                                    <a:lnTo>
                                      <a:pt x="560" y="948"/>
                                    </a:lnTo>
                                    <a:lnTo>
                                      <a:pt x="806" y="1051"/>
                                    </a:lnTo>
                                    <a:lnTo>
                                      <a:pt x="922" y="1194"/>
                                    </a:lnTo>
                                    <a:lnTo>
                                      <a:pt x="1140" y="1214"/>
                                    </a:lnTo>
                                    <a:lnTo>
                                      <a:pt x="2025" y="1438"/>
                                    </a:lnTo>
                                    <a:lnTo>
                                      <a:pt x="2014" y="1426"/>
                                    </a:lnTo>
                                    <a:lnTo>
                                      <a:pt x="2182" y="1367"/>
                                    </a:lnTo>
                                    <a:lnTo>
                                      <a:pt x="2358" y="1347"/>
                                    </a:lnTo>
                                    <a:lnTo>
                                      <a:pt x="1058" y="935"/>
                                    </a:lnTo>
                                    <a:lnTo>
                                      <a:pt x="635" y="682"/>
                                    </a:lnTo>
                                    <a:lnTo>
                                      <a:pt x="560" y="614"/>
                                    </a:lnTo>
                                    <a:lnTo>
                                      <a:pt x="458" y="341"/>
                                    </a:lnTo>
                                    <a:lnTo>
                                      <a:pt x="492" y="163"/>
                                    </a:lnTo>
                                    <a:lnTo>
                                      <a:pt x="362" y="0"/>
                                    </a:lnTo>
                                    <a:lnTo>
                                      <a:pt x="41" y="34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042691" id="Freeform 463" o:spid="_x0000_s1026" alt="Granite" style="position:absolute;margin-left:16.65pt;margin-top:10.05pt;width:117.9pt;height:71.9pt;z-index:2516280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58,14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" path="m41,34l,191,7,354,164,518r41,294l396,982,560,948r246,103l922,1194r218,20l2025,1438r-11,-12l2182,1367r176,-20l1058,935,635,682,560,614,458,341,492,163,362,,41,34xe">
                      <v:fill r:id="rId8" o:title="Granite" recolor="t" type="tile"/>
                      <v:path arrowok="t" o:connecttype="custom" o:connectlocs="26035,21590;0,121285;4445,224790;104140,328930;130175,515620;251460,623570;355600,601980;511810,667385;585470,758190;723900,770890;1285875,913130;1278890,905510;1385570,868045;1497330,855345;671830,593725;403225,433070;355600,389890;290830,216535;312420,103505;229870,0;26035,21590" o:connectangles="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101600</wp:posOffset>
                      </wp:positionV>
                      <wp:extent cx="4443730" cy="4189095"/>
                      <wp:effectExtent l="8890" t="12700" r="5080" b="8255"/>
                      <wp:wrapNone/>
                      <wp:docPr id="78" name="Freeform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43730" cy="4189095"/>
                              </a:xfrm>
                              <a:custGeom>
                                <a:avLst/>
                                <a:gdLst>
                                  <a:gd name="T0" fmla="*/ 0 w 6998"/>
                                  <a:gd name="T1" fmla="*/ 0 h 6597"/>
                                  <a:gd name="T2" fmla="*/ 154 w 6998"/>
                                  <a:gd name="T3" fmla="*/ 177 h 6597"/>
                                  <a:gd name="T4" fmla="*/ 154 w 6998"/>
                                  <a:gd name="T5" fmla="*/ 416 h 6597"/>
                                  <a:gd name="T6" fmla="*/ 291 w 6998"/>
                                  <a:gd name="T7" fmla="*/ 709 h 6597"/>
                                  <a:gd name="T8" fmla="*/ 504 w 6998"/>
                                  <a:gd name="T9" fmla="*/ 836 h 6597"/>
                                  <a:gd name="T10" fmla="*/ 856 w 6998"/>
                                  <a:gd name="T11" fmla="*/ 1012 h 6597"/>
                                  <a:gd name="T12" fmla="*/ 1396 w 6998"/>
                                  <a:gd name="T13" fmla="*/ 1171 h 6597"/>
                                  <a:gd name="T14" fmla="*/ 1969 w 6998"/>
                                  <a:gd name="T15" fmla="*/ 1349 h 6597"/>
                                  <a:gd name="T16" fmla="*/ 2551 w 6998"/>
                                  <a:gd name="T17" fmla="*/ 1582 h 6597"/>
                                  <a:gd name="T18" fmla="*/ 3374 w 6998"/>
                                  <a:gd name="T19" fmla="*/ 1955 h 6597"/>
                                  <a:gd name="T20" fmla="*/ 4301 w 6998"/>
                                  <a:gd name="T21" fmla="*/ 2454 h 6597"/>
                                  <a:gd name="T22" fmla="*/ 4824 w 6998"/>
                                  <a:gd name="T23" fmla="*/ 2795 h 6597"/>
                                  <a:gd name="T24" fmla="*/ 5215 w 6998"/>
                                  <a:gd name="T25" fmla="*/ 3182 h 6597"/>
                                  <a:gd name="T26" fmla="*/ 5427 w 6998"/>
                                  <a:gd name="T27" fmla="*/ 3400 h 6597"/>
                                  <a:gd name="T28" fmla="*/ 5913 w 6998"/>
                                  <a:gd name="T29" fmla="*/ 3743 h 6597"/>
                                  <a:gd name="T30" fmla="*/ 6183 w 6998"/>
                                  <a:gd name="T31" fmla="*/ 4242 h 6597"/>
                                  <a:gd name="T32" fmla="*/ 6451 w 6998"/>
                                  <a:gd name="T33" fmla="*/ 5287 h 6597"/>
                                  <a:gd name="T34" fmla="*/ 6630 w 6998"/>
                                  <a:gd name="T35" fmla="*/ 6003 h 6597"/>
                                  <a:gd name="T36" fmla="*/ 6768 w 6998"/>
                                  <a:gd name="T37" fmla="*/ 6301 h 6597"/>
                                  <a:gd name="T38" fmla="*/ 6998 w 6998"/>
                                  <a:gd name="T39" fmla="*/ 6597 h 65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6998" h="6597">
                                    <a:moveTo>
                                      <a:pt x="0" y="0"/>
                                    </a:moveTo>
                                    <a:cubicBezTo>
                                      <a:pt x="26" y="29"/>
                                      <a:pt x="128" y="108"/>
                                      <a:pt x="154" y="177"/>
                                    </a:cubicBezTo>
                                    <a:cubicBezTo>
                                      <a:pt x="180" y="246"/>
                                      <a:pt x="131" y="327"/>
                                      <a:pt x="154" y="416"/>
                                    </a:cubicBezTo>
                                    <a:cubicBezTo>
                                      <a:pt x="177" y="505"/>
                                      <a:pt x="233" y="639"/>
                                      <a:pt x="291" y="709"/>
                                    </a:cubicBezTo>
                                    <a:cubicBezTo>
                                      <a:pt x="349" y="779"/>
                                      <a:pt x="410" y="786"/>
                                      <a:pt x="504" y="836"/>
                                    </a:cubicBezTo>
                                    <a:cubicBezTo>
                                      <a:pt x="598" y="886"/>
                                      <a:pt x="707" y="956"/>
                                      <a:pt x="856" y="1012"/>
                                    </a:cubicBezTo>
                                    <a:cubicBezTo>
                                      <a:pt x="1005" y="1068"/>
                                      <a:pt x="1211" y="1115"/>
                                      <a:pt x="1396" y="1171"/>
                                    </a:cubicBezTo>
                                    <a:cubicBezTo>
                                      <a:pt x="1581" y="1227"/>
                                      <a:pt x="1775" y="1280"/>
                                      <a:pt x="1969" y="1349"/>
                                    </a:cubicBezTo>
                                    <a:cubicBezTo>
                                      <a:pt x="2161" y="1417"/>
                                      <a:pt x="2317" y="1481"/>
                                      <a:pt x="2551" y="1582"/>
                                    </a:cubicBezTo>
                                    <a:cubicBezTo>
                                      <a:pt x="2786" y="1684"/>
                                      <a:pt x="3082" y="1810"/>
                                      <a:pt x="3374" y="1955"/>
                                    </a:cubicBezTo>
                                    <a:cubicBezTo>
                                      <a:pt x="3664" y="2101"/>
                                      <a:pt x="4059" y="2314"/>
                                      <a:pt x="4301" y="2454"/>
                                    </a:cubicBezTo>
                                    <a:cubicBezTo>
                                      <a:pt x="4543" y="2594"/>
                                      <a:pt x="4671" y="2674"/>
                                      <a:pt x="4824" y="2795"/>
                                    </a:cubicBezTo>
                                    <a:cubicBezTo>
                                      <a:pt x="4976" y="2917"/>
                                      <a:pt x="5114" y="3081"/>
                                      <a:pt x="5215" y="3182"/>
                                    </a:cubicBezTo>
                                    <a:cubicBezTo>
                                      <a:pt x="5316" y="3283"/>
                                      <a:pt x="5310" y="3306"/>
                                      <a:pt x="5427" y="3400"/>
                                    </a:cubicBezTo>
                                    <a:cubicBezTo>
                                      <a:pt x="5543" y="3493"/>
                                      <a:pt x="5787" y="3603"/>
                                      <a:pt x="5913" y="3743"/>
                                    </a:cubicBezTo>
                                    <a:cubicBezTo>
                                      <a:pt x="6040" y="3884"/>
                                      <a:pt x="6093" y="3984"/>
                                      <a:pt x="6183" y="4242"/>
                                    </a:cubicBezTo>
                                    <a:cubicBezTo>
                                      <a:pt x="6272" y="4499"/>
                                      <a:pt x="6377" y="4994"/>
                                      <a:pt x="6451" y="5287"/>
                                    </a:cubicBezTo>
                                    <a:cubicBezTo>
                                      <a:pt x="6526" y="5581"/>
                                      <a:pt x="6577" y="5834"/>
                                      <a:pt x="6630" y="6003"/>
                                    </a:cubicBezTo>
                                    <a:cubicBezTo>
                                      <a:pt x="6683" y="6173"/>
                                      <a:pt x="6707" y="6202"/>
                                      <a:pt x="6768" y="6301"/>
                                    </a:cubicBezTo>
                                    <a:cubicBezTo>
                                      <a:pt x="6829" y="6401"/>
                                      <a:pt x="6950" y="6536"/>
                                      <a:pt x="6998" y="659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70765B" id="Freeform 243" o:spid="_x0000_s1026" style="position:absolute;margin-left:32.5pt;margin-top:8pt;width:349.9pt;height:329.8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998,6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" path="m,c26,29,128,108,154,177v26,69,-23,150,,239c177,505,233,639,291,709v58,70,119,77,213,127c598,886,707,956,856,1012v149,56,355,103,540,159c1581,1227,1775,1280,1969,1349v192,68,348,132,582,233c2786,1684,3082,1810,3374,1955v290,146,685,359,927,499c4543,2594,4671,2674,4824,2795v152,122,290,286,391,387c5316,3283,5310,3306,5427,3400v116,93,360,203,486,343c6040,3884,6093,3984,6183,4242v89,257,194,752,268,1045c6526,5581,6577,5834,6630,6003v53,170,77,199,138,298c6829,6401,6950,6536,6998,6597e" filled="f" strokecolor="#333">
                      <v:path arrowok="t" o:connecttype="custom" o:connectlocs="0,0;97790,112395;97790,264160;184785,450215;320040,530860;543560,642620;886460,743585;1250315,856615;1619885,1004570;2142490,1241425;2731135,1558290;3063240,1774825;3311525,2020570;3446145,2159000;3754755,2376805;3926205,2693670;4096385,3357245;4210050,3811905;4297680,4001135;4443730,4189095" o:connectangles="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131445</wp:posOffset>
                      </wp:positionV>
                      <wp:extent cx="203835" cy="802005"/>
                      <wp:effectExtent l="5080" t="13970" r="10160" b="12700"/>
                      <wp:wrapNone/>
                      <wp:docPr id="77" name="Freeform 462" descr="Dark upward diagonal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3835" cy="802005"/>
                              </a:xfrm>
                              <a:custGeom>
                                <a:avLst/>
                                <a:gdLst>
                                  <a:gd name="T0" fmla="*/ 0 w 321"/>
                                  <a:gd name="T1" fmla="*/ 0 h 1263"/>
                                  <a:gd name="T2" fmla="*/ 130 w 321"/>
                                  <a:gd name="T3" fmla="*/ 519 h 1263"/>
                                  <a:gd name="T4" fmla="*/ 144 w 321"/>
                                  <a:gd name="T5" fmla="*/ 949 h 1263"/>
                                  <a:gd name="T6" fmla="*/ 68 w 321"/>
                                  <a:gd name="T7" fmla="*/ 1202 h 1263"/>
                                  <a:gd name="T8" fmla="*/ 266 w 321"/>
                                  <a:gd name="T9" fmla="*/ 1263 h 1263"/>
                                  <a:gd name="T10" fmla="*/ 321 w 321"/>
                                  <a:gd name="T11" fmla="*/ 1031 h 1263"/>
                                  <a:gd name="T12" fmla="*/ 321 w 321"/>
                                  <a:gd name="T13" fmla="*/ 717 h 1263"/>
                                  <a:gd name="T14" fmla="*/ 301 w 321"/>
                                  <a:gd name="T15" fmla="*/ 376 h 1263"/>
                                  <a:gd name="T16" fmla="*/ 219 w 321"/>
                                  <a:gd name="T17" fmla="*/ 7 h 1263"/>
                                  <a:gd name="T18" fmla="*/ 48 w 321"/>
                                  <a:gd name="T19" fmla="*/ 14 h 12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21" h="1263">
                                    <a:moveTo>
                                      <a:pt x="0" y="0"/>
                                    </a:moveTo>
                                    <a:lnTo>
                                      <a:pt x="130" y="519"/>
                                    </a:lnTo>
                                    <a:lnTo>
                                      <a:pt x="144" y="949"/>
                                    </a:lnTo>
                                    <a:lnTo>
                                      <a:pt x="68" y="1202"/>
                                    </a:lnTo>
                                    <a:lnTo>
                                      <a:pt x="266" y="1263"/>
                                    </a:lnTo>
                                    <a:lnTo>
                                      <a:pt x="321" y="1031"/>
                                    </a:lnTo>
                                    <a:lnTo>
                                      <a:pt x="321" y="717"/>
                                    </a:lnTo>
                                    <a:lnTo>
                                      <a:pt x="301" y="376"/>
                                    </a:lnTo>
                                    <a:lnTo>
                                      <a:pt x="219" y="7"/>
                                    </a:lnTo>
                                    <a:lnTo>
                                      <a:pt x="48" y="14"/>
                                    </a:lnTo>
                                  </a:path>
                                </a:pathLst>
                              </a:custGeom>
                              <a:pattFill prst="dkUpDiag">
                                <a:fgClr>
                                  <a:schemeClr val="accent1">
                                    <a:lumMod val="75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570D95B1" id="Freeform 462" o:spid="_x0000_s1026" alt="Dark upward diagonal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.7pt,10.35pt,25.2pt,36.3pt,25.9pt,57.8pt,22.1pt,70.45pt,32pt,73.5pt,34.75pt,61.9pt,34.75pt,46.2pt,33.75pt,29.15pt,29.65pt,10.7pt,21.1pt,11.05pt" coordsize="321,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" fillcolor="#2e74b5 [2404]">
                      <v:fill r:id="rId9" o:title="" type="pattern"/>
                      <v:path arrowok="t" o:connecttype="custom" o:connectlocs="0,0;82550,329565;91440,602615;43180,763270;168910,802005;203835,654685;203835,455295;191135,238760;139065,4445;30480,8890" o:connectangles="0,0,0,0,0,0,0,0,0,0"/>
                    </v:poly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147320</wp:posOffset>
                      </wp:positionV>
                      <wp:extent cx="136525" cy="612775"/>
                      <wp:effectExtent l="10795" t="10795" r="5080" b="5080"/>
                      <wp:wrapNone/>
                      <wp:docPr id="76" name="Freeform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612775"/>
                              </a:xfrm>
                              <a:custGeom>
                                <a:avLst/>
                                <a:gdLst>
                                  <a:gd name="T0" fmla="*/ 66 w 215"/>
                                  <a:gd name="T1" fmla="*/ 0 h 965"/>
                                  <a:gd name="T2" fmla="*/ 12 w 215"/>
                                  <a:gd name="T3" fmla="*/ 269 h 965"/>
                                  <a:gd name="T4" fmla="*/ 141 w 215"/>
                                  <a:gd name="T5" fmla="*/ 433 h 965"/>
                                  <a:gd name="T6" fmla="*/ 206 w 215"/>
                                  <a:gd name="T7" fmla="*/ 641 h 965"/>
                                  <a:gd name="T8" fmla="*/ 197 w 215"/>
                                  <a:gd name="T9" fmla="*/ 838 h 965"/>
                                  <a:gd name="T10" fmla="*/ 182 w 215"/>
                                  <a:gd name="T11" fmla="*/ 965 h 9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15" h="965">
                                    <a:moveTo>
                                      <a:pt x="66" y="0"/>
                                    </a:moveTo>
                                    <a:cubicBezTo>
                                      <a:pt x="57" y="45"/>
                                      <a:pt x="0" y="197"/>
                                      <a:pt x="12" y="269"/>
                                    </a:cubicBezTo>
                                    <a:cubicBezTo>
                                      <a:pt x="24" y="341"/>
                                      <a:pt x="109" y="371"/>
                                      <a:pt x="141" y="433"/>
                                    </a:cubicBezTo>
                                    <a:cubicBezTo>
                                      <a:pt x="173" y="495"/>
                                      <a:pt x="197" y="574"/>
                                      <a:pt x="206" y="641"/>
                                    </a:cubicBezTo>
                                    <a:cubicBezTo>
                                      <a:pt x="215" y="708"/>
                                      <a:pt x="201" y="784"/>
                                      <a:pt x="197" y="838"/>
                                    </a:cubicBezTo>
                                    <a:cubicBezTo>
                                      <a:pt x="193" y="892"/>
                                      <a:pt x="188" y="928"/>
                                      <a:pt x="182" y="96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BFD25" id="Freeform 251" o:spid="_x0000_s1026" style="position:absolute;margin-left:15.4pt;margin-top:11.6pt;width:10.75pt;height:48.2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5,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" path="m66,c57,45,,197,12,269v12,72,97,102,129,164c173,495,197,574,206,641v9,67,-5,143,-9,197c193,892,188,928,182,965e" filled="f">
                      <v:path arrowok="t" o:connecttype="custom" o:connectlocs="41910,0;7620,170815;89535,274955;130810,407035;125095,532130;115570,612775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1555115</wp:posOffset>
                      </wp:positionH>
                      <wp:positionV relativeFrom="paragraph">
                        <wp:posOffset>48260</wp:posOffset>
                      </wp:positionV>
                      <wp:extent cx="4262755" cy="4876800"/>
                      <wp:effectExtent l="8255" t="6985" r="15240" b="12065"/>
                      <wp:wrapNone/>
                      <wp:docPr id="75" name="Freeform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62755" cy="4876800"/>
                              </a:xfrm>
                              <a:custGeom>
                                <a:avLst/>
                                <a:gdLst>
                                  <a:gd name="T0" fmla="*/ 165 w 6715"/>
                                  <a:gd name="T1" fmla="*/ 2690 h 7680"/>
                                  <a:gd name="T2" fmla="*/ 764 w 6715"/>
                                  <a:gd name="T3" fmla="*/ 2976 h 7680"/>
                                  <a:gd name="T4" fmla="*/ 1201 w 6715"/>
                                  <a:gd name="T5" fmla="*/ 3045 h 7680"/>
                                  <a:gd name="T6" fmla="*/ 1879 w 6715"/>
                                  <a:gd name="T7" fmla="*/ 3204 h 7680"/>
                                  <a:gd name="T8" fmla="*/ 2303 w 6715"/>
                                  <a:gd name="T9" fmla="*/ 3282 h 7680"/>
                                  <a:gd name="T10" fmla="*/ 2726 w 6715"/>
                                  <a:gd name="T11" fmla="*/ 3472 h 7680"/>
                                  <a:gd name="T12" fmla="*/ 3043 w 6715"/>
                                  <a:gd name="T13" fmla="*/ 3638 h 7680"/>
                                  <a:gd name="T14" fmla="*/ 3096 w 6715"/>
                                  <a:gd name="T15" fmla="*/ 4000 h 7680"/>
                                  <a:gd name="T16" fmla="*/ 3185 w 6715"/>
                                  <a:gd name="T17" fmla="*/ 4573 h 7680"/>
                                  <a:gd name="T18" fmla="*/ 3393 w 6715"/>
                                  <a:gd name="T19" fmla="*/ 4971 h 7680"/>
                                  <a:gd name="T20" fmla="*/ 3659 w 6715"/>
                                  <a:gd name="T21" fmla="*/ 5351 h 7680"/>
                                  <a:gd name="T22" fmla="*/ 3991 w 6715"/>
                                  <a:gd name="T23" fmla="*/ 6004 h 7680"/>
                                  <a:gd name="T24" fmla="*/ 4255 w 6715"/>
                                  <a:gd name="T25" fmla="*/ 6515 h 7680"/>
                                  <a:gd name="T26" fmla="*/ 4309 w 6715"/>
                                  <a:gd name="T27" fmla="*/ 6942 h 7680"/>
                                  <a:gd name="T28" fmla="*/ 4273 w 6715"/>
                                  <a:gd name="T29" fmla="*/ 7256 h 7680"/>
                                  <a:gd name="T30" fmla="*/ 4399 w 6715"/>
                                  <a:gd name="T31" fmla="*/ 7450 h 7680"/>
                                  <a:gd name="T32" fmla="*/ 4721 w 6715"/>
                                  <a:gd name="T33" fmla="*/ 7519 h 7680"/>
                                  <a:gd name="T34" fmla="*/ 4946 w 6715"/>
                                  <a:gd name="T35" fmla="*/ 7518 h 7680"/>
                                  <a:gd name="T36" fmla="*/ 5126 w 6715"/>
                                  <a:gd name="T37" fmla="*/ 7508 h 7680"/>
                                  <a:gd name="T38" fmla="*/ 5557 w 6715"/>
                                  <a:gd name="T39" fmla="*/ 7607 h 7680"/>
                                  <a:gd name="T40" fmla="*/ 5791 w 6715"/>
                                  <a:gd name="T41" fmla="*/ 7624 h 7680"/>
                                  <a:gd name="T42" fmla="*/ 6077 w 6715"/>
                                  <a:gd name="T43" fmla="*/ 7677 h 7680"/>
                                  <a:gd name="T44" fmla="*/ 6319 w 6715"/>
                                  <a:gd name="T45" fmla="*/ 7605 h 7680"/>
                                  <a:gd name="T46" fmla="*/ 6442 w 6715"/>
                                  <a:gd name="T47" fmla="*/ 7482 h 7680"/>
                                  <a:gd name="T48" fmla="*/ 6547 w 6715"/>
                                  <a:gd name="T49" fmla="*/ 7452 h 7680"/>
                                  <a:gd name="T50" fmla="*/ 6694 w 6715"/>
                                  <a:gd name="T51" fmla="*/ 7290 h 7680"/>
                                  <a:gd name="T52" fmla="*/ 6675 w 6715"/>
                                  <a:gd name="T53" fmla="*/ 7145 h 7680"/>
                                  <a:gd name="T54" fmla="*/ 6501 w 6715"/>
                                  <a:gd name="T55" fmla="*/ 7150 h 7680"/>
                                  <a:gd name="T56" fmla="*/ 6363 w 6715"/>
                                  <a:gd name="T57" fmla="*/ 7192 h 7680"/>
                                  <a:gd name="T58" fmla="*/ 6214 w 6715"/>
                                  <a:gd name="T59" fmla="*/ 7212 h 7680"/>
                                  <a:gd name="T60" fmla="*/ 5953 w 6715"/>
                                  <a:gd name="T61" fmla="*/ 7103 h 7680"/>
                                  <a:gd name="T62" fmla="*/ 5582 w 6715"/>
                                  <a:gd name="T63" fmla="*/ 6842 h 7680"/>
                                  <a:gd name="T64" fmla="*/ 5332 w 6715"/>
                                  <a:gd name="T65" fmla="*/ 6656 h 7680"/>
                                  <a:gd name="T66" fmla="*/ 5042 w 6715"/>
                                  <a:gd name="T67" fmla="*/ 6156 h 7680"/>
                                  <a:gd name="T68" fmla="*/ 4833 w 6715"/>
                                  <a:gd name="T69" fmla="*/ 5483 h 7680"/>
                                  <a:gd name="T70" fmla="*/ 4658 w 6715"/>
                                  <a:gd name="T71" fmla="*/ 4671 h 7680"/>
                                  <a:gd name="T72" fmla="*/ 4342 w 6715"/>
                                  <a:gd name="T73" fmla="*/ 3713 h 7680"/>
                                  <a:gd name="T74" fmla="*/ 4233 w 6715"/>
                                  <a:gd name="T75" fmla="*/ 3315 h 7680"/>
                                  <a:gd name="T76" fmla="*/ 4139 w 6715"/>
                                  <a:gd name="T77" fmla="*/ 2735 h 7680"/>
                                  <a:gd name="T78" fmla="*/ 3999 w 6715"/>
                                  <a:gd name="T79" fmla="*/ 2401 h 7680"/>
                                  <a:gd name="T80" fmla="*/ 3747 w 6715"/>
                                  <a:gd name="T81" fmla="*/ 2235 h 7680"/>
                                  <a:gd name="T82" fmla="*/ 3229 w 6715"/>
                                  <a:gd name="T83" fmla="*/ 1899 h 7680"/>
                                  <a:gd name="T84" fmla="*/ 2669 w 6715"/>
                                  <a:gd name="T85" fmla="*/ 1579 h 7680"/>
                                  <a:gd name="T86" fmla="*/ 1973 w 6715"/>
                                  <a:gd name="T87" fmla="*/ 1280 h 7680"/>
                                  <a:gd name="T88" fmla="*/ 1296 w 6715"/>
                                  <a:gd name="T89" fmla="*/ 1059 h 7680"/>
                                  <a:gd name="T90" fmla="*/ 1085 w 6715"/>
                                  <a:gd name="T91" fmla="*/ 999 h 7680"/>
                                  <a:gd name="T92" fmla="*/ 923 w 6715"/>
                                  <a:gd name="T93" fmla="*/ 883 h 7680"/>
                                  <a:gd name="T94" fmla="*/ 715 w 6715"/>
                                  <a:gd name="T95" fmla="*/ 735 h 7680"/>
                                  <a:gd name="T96" fmla="*/ 408 w 6715"/>
                                  <a:gd name="T97" fmla="*/ 480 h 7680"/>
                                  <a:gd name="T98" fmla="*/ 156 w 6715"/>
                                  <a:gd name="T99" fmla="*/ 312 h 7680"/>
                                  <a:gd name="T100" fmla="*/ 0 w 6715"/>
                                  <a:gd name="T101" fmla="*/ 0 h 7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6715" h="7680">
                                    <a:moveTo>
                                      <a:pt x="165" y="2690"/>
                                    </a:moveTo>
                                    <a:cubicBezTo>
                                      <a:pt x="377" y="2805"/>
                                      <a:pt x="592" y="2917"/>
                                      <a:pt x="764" y="2976"/>
                                    </a:cubicBezTo>
                                    <a:cubicBezTo>
                                      <a:pt x="936" y="3035"/>
                                      <a:pt x="1016" y="3006"/>
                                      <a:pt x="1201" y="3045"/>
                                    </a:cubicBezTo>
                                    <a:cubicBezTo>
                                      <a:pt x="1387" y="3083"/>
                                      <a:pt x="1695" y="3165"/>
                                      <a:pt x="1879" y="3204"/>
                                    </a:cubicBezTo>
                                    <a:cubicBezTo>
                                      <a:pt x="2063" y="3244"/>
                                      <a:pt x="2161" y="3238"/>
                                      <a:pt x="2303" y="3282"/>
                                    </a:cubicBezTo>
                                    <a:cubicBezTo>
                                      <a:pt x="2444" y="3327"/>
                                      <a:pt x="2603" y="3413"/>
                                      <a:pt x="2726" y="3472"/>
                                    </a:cubicBezTo>
                                    <a:cubicBezTo>
                                      <a:pt x="2850" y="3531"/>
                                      <a:pt x="2982" y="3550"/>
                                      <a:pt x="3043" y="3638"/>
                                    </a:cubicBezTo>
                                    <a:cubicBezTo>
                                      <a:pt x="3104" y="3726"/>
                                      <a:pt x="3071" y="3845"/>
                                      <a:pt x="3096" y="4000"/>
                                    </a:cubicBezTo>
                                    <a:cubicBezTo>
                                      <a:pt x="3120" y="4156"/>
                                      <a:pt x="3135" y="4412"/>
                                      <a:pt x="3185" y="4573"/>
                                    </a:cubicBezTo>
                                    <a:cubicBezTo>
                                      <a:pt x="3235" y="4735"/>
                                      <a:pt x="3314" y="4841"/>
                                      <a:pt x="3393" y="4971"/>
                                    </a:cubicBezTo>
                                    <a:cubicBezTo>
                                      <a:pt x="3472" y="5101"/>
                                      <a:pt x="3559" y="5178"/>
                                      <a:pt x="3659" y="5351"/>
                                    </a:cubicBezTo>
                                    <a:cubicBezTo>
                                      <a:pt x="3759" y="5522"/>
                                      <a:pt x="3893" y="5810"/>
                                      <a:pt x="3991" y="6004"/>
                                    </a:cubicBezTo>
                                    <a:cubicBezTo>
                                      <a:pt x="4091" y="6199"/>
                                      <a:pt x="4201" y="6358"/>
                                      <a:pt x="4255" y="6515"/>
                                    </a:cubicBezTo>
                                    <a:cubicBezTo>
                                      <a:pt x="4307" y="6670"/>
                                      <a:pt x="4307" y="6819"/>
                                      <a:pt x="4309" y="6942"/>
                                    </a:cubicBezTo>
                                    <a:cubicBezTo>
                                      <a:pt x="4312" y="7065"/>
                                      <a:pt x="4258" y="7171"/>
                                      <a:pt x="4273" y="7256"/>
                                    </a:cubicBezTo>
                                    <a:cubicBezTo>
                                      <a:pt x="4287" y="7341"/>
                                      <a:pt x="4324" y="7406"/>
                                      <a:pt x="4399" y="7450"/>
                                    </a:cubicBezTo>
                                    <a:cubicBezTo>
                                      <a:pt x="4474" y="7494"/>
                                      <a:pt x="4629" y="7508"/>
                                      <a:pt x="4721" y="7519"/>
                                    </a:cubicBezTo>
                                    <a:cubicBezTo>
                                      <a:pt x="4812" y="7531"/>
                                      <a:pt x="4879" y="7520"/>
                                      <a:pt x="4946" y="7518"/>
                                    </a:cubicBezTo>
                                    <a:cubicBezTo>
                                      <a:pt x="5013" y="7517"/>
                                      <a:pt x="5024" y="7493"/>
                                      <a:pt x="5126" y="7508"/>
                                    </a:cubicBezTo>
                                    <a:cubicBezTo>
                                      <a:pt x="5228" y="7523"/>
                                      <a:pt x="5446" y="7586"/>
                                      <a:pt x="5557" y="7607"/>
                                    </a:cubicBezTo>
                                    <a:cubicBezTo>
                                      <a:pt x="5667" y="7626"/>
                                      <a:pt x="5704" y="7612"/>
                                      <a:pt x="5791" y="7624"/>
                                    </a:cubicBezTo>
                                    <a:cubicBezTo>
                                      <a:pt x="5878" y="7636"/>
                                      <a:pt x="5990" y="7680"/>
                                      <a:pt x="6077" y="7677"/>
                                    </a:cubicBezTo>
                                    <a:cubicBezTo>
                                      <a:pt x="6166" y="7673"/>
                                      <a:pt x="6257" y="7638"/>
                                      <a:pt x="6319" y="7605"/>
                                    </a:cubicBezTo>
                                    <a:cubicBezTo>
                                      <a:pt x="6379" y="7573"/>
                                      <a:pt x="6404" y="7509"/>
                                      <a:pt x="6442" y="7482"/>
                                    </a:cubicBezTo>
                                    <a:cubicBezTo>
                                      <a:pt x="6479" y="7457"/>
                                      <a:pt x="6505" y="7483"/>
                                      <a:pt x="6547" y="7452"/>
                                    </a:cubicBezTo>
                                    <a:cubicBezTo>
                                      <a:pt x="6588" y="7419"/>
                                      <a:pt x="6672" y="7341"/>
                                      <a:pt x="6694" y="7290"/>
                                    </a:cubicBezTo>
                                    <a:cubicBezTo>
                                      <a:pt x="6715" y="7239"/>
                                      <a:pt x="6707" y="7169"/>
                                      <a:pt x="6675" y="7145"/>
                                    </a:cubicBezTo>
                                    <a:cubicBezTo>
                                      <a:pt x="6643" y="7122"/>
                                      <a:pt x="6553" y="7143"/>
                                      <a:pt x="6501" y="7150"/>
                                    </a:cubicBezTo>
                                    <a:cubicBezTo>
                                      <a:pt x="6450" y="7158"/>
                                      <a:pt x="6410" y="7181"/>
                                      <a:pt x="6363" y="7192"/>
                                    </a:cubicBezTo>
                                    <a:cubicBezTo>
                                      <a:pt x="6315" y="7202"/>
                                      <a:pt x="6282" y="7226"/>
                                      <a:pt x="6214" y="7212"/>
                                    </a:cubicBezTo>
                                    <a:cubicBezTo>
                                      <a:pt x="6145" y="7198"/>
                                      <a:pt x="6058" y="7165"/>
                                      <a:pt x="5953" y="7103"/>
                                    </a:cubicBezTo>
                                    <a:cubicBezTo>
                                      <a:pt x="5847" y="7042"/>
                                      <a:pt x="5685" y="6916"/>
                                      <a:pt x="5582" y="6842"/>
                                    </a:cubicBezTo>
                                    <a:cubicBezTo>
                                      <a:pt x="5478" y="6767"/>
                                      <a:pt x="5421" y="6770"/>
                                      <a:pt x="5332" y="6656"/>
                                    </a:cubicBezTo>
                                    <a:cubicBezTo>
                                      <a:pt x="5241" y="6543"/>
                                      <a:pt x="5125" y="6352"/>
                                      <a:pt x="5042" y="6156"/>
                                    </a:cubicBezTo>
                                    <a:cubicBezTo>
                                      <a:pt x="4959" y="5961"/>
                                      <a:pt x="4898" y="5731"/>
                                      <a:pt x="4833" y="5483"/>
                                    </a:cubicBezTo>
                                    <a:cubicBezTo>
                                      <a:pt x="4770" y="5236"/>
                                      <a:pt x="4740" y="4966"/>
                                      <a:pt x="4658" y="4671"/>
                                    </a:cubicBezTo>
                                    <a:cubicBezTo>
                                      <a:pt x="4577" y="4376"/>
                                      <a:pt x="4413" y="3939"/>
                                      <a:pt x="4342" y="3713"/>
                                    </a:cubicBezTo>
                                    <a:cubicBezTo>
                                      <a:pt x="4270" y="3487"/>
                                      <a:pt x="4266" y="3477"/>
                                      <a:pt x="4233" y="3315"/>
                                    </a:cubicBezTo>
                                    <a:cubicBezTo>
                                      <a:pt x="4198" y="3152"/>
                                      <a:pt x="4178" y="2886"/>
                                      <a:pt x="4139" y="2735"/>
                                    </a:cubicBezTo>
                                    <a:cubicBezTo>
                                      <a:pt x="4100" y="2582"/>
                                      <a:pt x="4064" y="2483"/>
                                      <a:pt x="3999" y="2401"/>
                                    </a:cubicBezTo>
                                    <a:cubicBezTo>
                                      <a:pt x="3934" y="2317"/>
                                      <a:pt x="3875" y="2319"/>
                                      <a:pt x="3747" y="2235"/>
                                    </a:cubicBezTo>
                                    <a:cubicBezTo>
                                      <a:pt x="3619" y="2151"/>
                                      <a:pt x="3409" y="2009"/>
                                      <a:pt x="3229" y="1899"/>
                                    </a:cubicBezTo>
                                    <a:cubicBezTo>
                                      <a:pt x="3049" y="1790"/>
                                      <a:pt x="2878" y="1683"/>
                                      <a:pt x="2669" y="1579"/>
                                    </a:cubicBezTo>
                                    <a:cubicBezTo>
                                      <a:pt x="2460" y="1476"/>
                                      <a:pt x="2202" y="1367"/>
                                      <a:pt x="1973" y="1280"/>
                                    </a:cubicBezTo>
                                    <a:cubicBezTo>
                                      <a:pt x="1744" y="1193"/>
                                      <a:pt x="1444" y="1105"/>
                                      <a:pt x="1296" y="1059"/>
                                    </a:cubicBezTo>
                                    <a:cubicBezTo>
                                      <a:pt x="1149" y="1012"/>
                                      <a:pt x="1147" y="1029"/>
                                      <a:pt x="1085" y="999"/>
                                    </a:cubicBezTo>
                                    <a:cubicBezTo>
                                      <a:pt x="1023" y="970"/>
                                      <a:pt x="985" y="926"/>
                                      <a:pt x="923" y="883"/>
                                    </a:cubicBezTo>
                                    <a:cubicBezTo>
                                      <a:pt x="861" y="840"/>
                                      <a:pt x="801" y="802"/>
                                      <a:pt x="715" y="735"/>
                                    </a:cubicBezTo>
                                    <a:cubicBezTo>
                                      <a:pt x="629" y="668"/>
                                      <a:pt x="501" y="550"/>
                                      <a:pt x="408" y="480"/>
                                    </a:cubicBezTo>
                                    <a:cubicBezTo>
                                      <a:pt x="315" y="410"/>
                                      <a:pt x="224" y="392"/>
                                      <a:pt x="156" y="312"/>
                                    </a:cubicBezTo>
                                    <a:cubicBezTo>
                                      <a:pt x="88" y="232"/>
                                      <a:pt x="32" y="6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96EE32" id="Freeform 247" o:spid="_x0000_s1026" style="position:absolute;margin-left:122.45pt;margin-top:3.8pt;width:335.65pt;height:384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715,7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<v:path arrowok="t" o:connecttype="custom" o:connectlocs="104744,1708150;484996,1889760;762408,1933575;1192810,2034540;1461969,2084070;1730494,2204720;1931729,2310130;1965374,2540000;2021873,2903855;2153913,3156585;2322773,3397885;2533530,3812540;2701120,4137025;2735400,4408170;2712547,4607560;2792533,4730750;2996942,4774565;3139775,4773930;3254041,4767580;3527644,4830445;3676190,4841240;3857746,4874895;4011370,4829175;4089452,4751070;4156107,4732020;4249424,4629150;4237363,4537075;4126905,4540250;4039302,4566920;3944715,4579620;3779029,4510405;3543514,4344670;3384812,4226560;3200716,3909060;3068041,3481705;2956949,2966085;2756349,2357755;2687154,2105025;2627482,1736725;2538609,1524635;2378636,1419225;2049804,1205865;1694310,1002665;1252482,812800;822715,672465;688770,634365;585930,560705;453890,466725;259003,304800;99030,198120;0,0" o:connectangles="0,0,0,0,0,0,0,0,0,0,0,0,0,0,0,0,0,0,0,0,0,0,0,0,0,0,0,0,0,0,0,0,0,0,0,0,0,0,0,0,0,0,0,0,0,0,0,0,0,0,0"/>
                    </v:shape>
                  </w:pict>
                </mc:Fallback>
              </mc:AlternateContent>
            </w:r>
            <w:r w:rsidR="0034322A" w:rsidRPr="006015A1">
              <w:rPr>
                <w:rFonts w:ascii="Arial" w:hAnsi="Arial"/>
                <w:b/>
                <w:bCs/>
                <w:sz w:val="18"/>
                <w:szCs w:val="20"/>
              </w:rPr>
              <w:t>Left</w:t>
            </w:r>
            <w:r w:rsidR="00572033" w:rsidRPr="006015A1">
              <w:rPr>
                <w:rFonts w:ascii="Arial" w:hAnsi="Arial"/>
                <w:b/>
                <w:bCs/>
                <w:sz w:val="18"/>
                <w:szCs w:val="20"/>
              </w:rPr>
              <w:t xml:space="preserve"> </w:t>
            </w:r>
            <w:r w:rsidR="00CF5D0F" w:rsidRPr="006015A1">
              <w:rPr>
                <w:rFonts w:ascii="Arial" w:hAnsi="Arial"/>
                <w:b/>
                <w:bCs/>
                <w:sz w:val="18"/>
                <w:szCs w:val="20"/>
              </w:rPr>
              <w:t>Lower</w:t>
            </w:r>
            <w:r w:rsidR="00572033" w:rsidRPr="006015A1">
              <w:rPr>
                <w:rFonts w:ascii="Arial" w:hAnsi="Arial"/>
                <w:b/>
                <w:bCs/>
                <w:sz w:val="18"/>
                <w:szCs w:val="20"/>
              </w:rPr>
              <w:t xml:space="preserve"> Extremity Arterial Duplex</w:t>
            </w:r>
          </w:p>
        </w:tc>
      </w:tr>
      <w:tr w:rsidR="009A34D2" w:rsidRPr="006015A1" w:rsidTr="006015A1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6015A1" w:rsidRDefault="000B7930" w:rsidP="006015A1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-163996</wp:posOffset>
                      </wp:positionH>
                      <wp:positionV relativeFrom="paragraph">
                        <wp:posOffset>1161774</wp:posOffset>
                      </wp:positionV>
                      <wp:extent cx="306070" cy="152400"/>
                      <wp:effectExtent l="2540" t="1905" r="5715" b="7620"/>
                      <wp:wrapNone/>
                      <wp:docPr id="2" name="Text Box 4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6E3B" w:rsidRPr="004E4B01" w:rsidRDefault="00B35726" w:rsidP="00016E3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T203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55" o:spid="_x0000_s1026" type="#_x0000_t202" style="position:absolute;left:0;text-align:left;margin-left:-12.9pt;margin-top:91.5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16E3B" w:rsidRPr="004E4B01" w:rsidRDefault="00B35726" w:rsidP="00016E3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T203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2" behindDoc="0" locked="0" layoutInCell="1" allowOverlap="1">
                      <wp:simplePos x="0" y="0"/>
                      <wp:positionH relativeFrom="column">
                        <wp:posOffset>932180</wp:posOffset>
                      </wp:positionH>
                      <wp:positionV relativeFrom="paragraph">
                        <wp:posOffset>729615</wp:posOffset>
                      </wp:positionV>
                      <wp:extent cx="1216660" cy="590550"/>
                      <wp:effectExtent l="13970" t="17145" r="45720" b="40005"/>
                      <wp:wrapNone/>
                      <wp:docPr id="74" name="Freeform 4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16660" cy="590550"/>
                              </a:xfrm>
                              <a:custGeom>
                                <a:avLst/>
                                <a:gdLst>
                                  <a:gd name="T0" fmla="*/ 0 w 1916"/>
                                  <a:gd name="T1" fmla="*/ 19 h 930"/>
                                  <a:gd name="T2" fmla="*/ 69 w 1916"/>
                                  <a:gd name="T3" fmla="*/ 0 h 930"/>
                                  <a:gd name="T4" fmla="*/ 283 w 1916"/>
                                  <a:gd name="T5" fmla="*/ 34 h 930"/>
                                  <a:gd name="T6" fmla="*/ 460 w 1916"/>
                                  <a:gd name="T7" fmla="*/ 82 h 930"/>
                                  <a:gd name="T8" fmla="*/ 660 w 1916"/>
                                  <a:gd name="T9" fmla="*/ 139 h 930"/>
                                  <a:gd name="T10" fmla="*/ 890 w 1916"/>
                                  <a:gd name="T11" fmla="*/ 209 h 930"/>
                                  <a:gd name="T12" fmla="*/ 1075 w 1916"/>
                                  <a:gd name="T13" fmla="*/ 271 h 930"/>
                                  <a:gd name="T14" fmla="*/ 1250 w 1916"/>
                                  <a:gd name="T15" fmla="*/ 309 h 930"/>
                                  <a:gd name="T16" fmla="*/ 1361 w 1916"/>
                                  <a:gd name="T17" fmla="*/ 393 h 930"/>
                                  <a:gd name="T18" fmla="*/ 1472 w 1916"/>
                                  <a:gd name="T19" fmla="*/ 519 h 930"/>
                                  <a:gd name="T20" fmla="*/ 1730 w 1916"/>
                                  <a:gd name="T21" fmla="*/ 732 h 930"/>
                                  <a:gd name="T22" fmla="*/ 1916 w 1916"/>
                                  <a:gd name="T23" fmla="*/ 930 h 930"/>
                                  <a:gd name="T24" fmla="*/ 1733 w 1916"/>
                                  <a:gd name="T25" fmla="*/ 795 h 930"/>
                                  <a:gd name="T26" fmla="*/ 1264 w 1916"/>
                                  <a:gd name="T27" fmla="*/ 420 h 930"/>
                                  <a:gd name="T28" fmla="*/ 1123 w 1916"/>
                                  <a:gd name="T29" fmla="*/ 324 h 930"/>
                                  <a:gd name="T30" fmla="*/ 854 w 1916"/>
                                  <a:gd name="T31" fmla="*/ 223 h 930"/>
                                  <a:gd name="T32" fmla="*/ 446 w 1916"/>
                                  <a:gd name="T33" fmla="*/ 106 h 930"/>
                                  <a:gd name="T34" fmla="*/ 146 w 1916"/>
                                  <a:gd name="T35" fmla="*/ 34 h 930"/>
                                  <a:gd name="T36" fmla="*/ 40 w 1916"/>
                                  <a:gd name="T37" fmla="*/ 12 h 930"/>
                                  <a:gd name="T38" fmla="*/ 0 w 1916"/>
                                  <a:gd name="T39" fmla="*/ 19 h 9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1916" h="930">
                                    <a:moveTo>
                                      <a:pt x="0" y="19"/>
                                    </a:moveTo>
                                    <a:lnTo>
                                      <a:pt x="69" y="0"/>
                                    </a:lnTo>
                                    <a:lnTo>
                                      <a:pt x="283" y="34"/>
                                    </a:lnTo>
                                    <a:lnTo>
                                      <a:pt x="460" y="82"/>
                                    </a:lnTo>
                                    <a:lnTo>
                                      <a:pt x="660" y="139"/>
                                    </a:lnTo>
                                    <a:lnTo>
                                      <a:pt x="890" y="209"/>
                                    </a:lnTo>
                                    <a:lnTo>
                                      <a:pt x="1075" y="271"/>
                                    </a:lnTo>
                                    <a:lnTo>
                                      <a:pt x="1250" y="309"/>
                                    </a:lnTo>
                                    <a:lnTo>
                                      <a:pt x="1361" y="393"/>
                                    </a:lnTo>
                                    <a:lnTo>
                                      <a:pt x="1472" y="519"/>
                                    </a:lnTo>
                                    <a:lnTo>
                                      <a:pt x="1730" y="732"/>
                                    </a:lnTo>
                                    <a:lnTo>
                                      <a:pt x="1916" y="930"/>
                                    </a:lnTo>
                                    <a:lnTo>
                                      <a:pt x="1733" y="795"/>
                                    </a:lnTo>
                                    <a:lnTo>
                                      <a:pt x="1264" y="420"/>
                                    </a:lnTo>
                                    <a:lnTo>
                                      <a:pt x="1123" y="324"/>
                                    </a:lnTo>
                                    <a:lnTo>
                                      <a:pt x="854" y="223"/>
                                    </a:lnTo>
                                    <a:lnTo>
                                      <a:pt x="446" y="106"/>
                                    </a:lnTo>
                                    <a:lnTo>
                                      <a:pt x="146" y="34"/>
                                    </a:lnTo>
                                    <a:lnTo>
                                      <a:pt x="40" y="12"/>
                                    </a:lnTo>
                                    <a:lnTo>
                                      <a:pt x="0" y="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90976F" id="Freeform 467" o:spid="_x0000_s1026" style="position:absolute;margin-left:73.4pt;margin-top:57.45pt;width:95.8pt;height:46.5pt;z-index:251639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16,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" path="m,19l69,,283,34,460,82r200,57l890,209r185,62l1250,309r111,84l1472,519r258,213l1916,930,1733,795,1264,420,1123,324,854,223,446,106,146,34,40,12,,19xe" fillcolor="#333">
                      <v:path arrowok="t" o:connecttype="custom" o:connectlocs="0,12065;43815,0;179705,21590;292100,52070;419100,88265;565150,132715;682625,172085;793750,196215;864235,249555;934720,329565;1098550,464820;1216660,590550;1100455,504825;802640,266700;713105,205740;542290,141605;283210,67310;92710,21590;25400,7620;0,12065" o:connectangles="0,0,0,0,0,0,0,0,0,0,0,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>
                      <wp:simplePos x="0" y="0"/>
                      <wp:positionH relativeFrom="column">
                        <wp:posOffset>1649730</wp:posOffset>
                      </wp:positionH>
                      <wp:positionV relativeFrom="paragraph">
                        <wp:posOffset>805815</wp:posOffset>
                      </wp:positionV>
                      <wp:extent cx="274320" cy="102870"/>
                      <wp:effectExtent l="7620" t="7620" r="13335" b="13335"/>
                      <wp:wrapNone/>
                      <wp:docPr id="73" name="Freeform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4320" cy="102870"/>
                              </a:xfrm>
                              <a:custGeom>
                                <a:avLst/>
                                <a:gdLst>
                                  <a:gd name="T0" fmla="*/ 0 w 432"/>
                                  <a:gd name="T1" fmla="*/ 0 h 162"/>
                                  <a:gd name="T2" fmla="*/ 180 w 432"/>
                                  <a:gd name="T3" fmla="*/ 108 h 162"/>
                                  <a:gd name="T4" fmla="*/ 432 w 432"/>
                                  <a:gd name="T5" fmla="*/ 162 h 1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" h="162">
                                    <a:moveTo>
                                      <a:pt x="0" y="0"/>
                                    </a:moveTo>
                                    <a:lnTo>
                                      <a:pt x="180" y="108"/>
                                    </a:lnTo>
                                    <a:lnTo>
                                      <a:pt x="432" y="162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666B560" id="Freeform 489" o:spid="_x0000_s1026" style="position:absolute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29.9pt,63.45pt,138.9pt,68.85pt,151.5pt,71.55pt" coordsize="432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" fillcolor="#333">
                      <v:path arrowok="t" o:connecttype="custom" o:connectlocs="0,0;114300,68580;274320,102870" o:connectangles="0,0,0"/>
                    </v:polylin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688340</wp:posOffset>
                      </wp:positionV>
                      <wp:extent cx="116205" cy="723900"/>
                      <wp:effectExtent l="11430" t="13970" r="15240" b="33655"/>
                      <wp:wrapNone/>
                      <wp:docPr id="72" name="Freeform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6205" cy="723900"/>
                              </a:xfrm>
                              <a:custGeom>
                                <a:avLst/>
                                <a:gdLst>
                                  <a:gd name="T0" fmla="*/ 150 w 183"/>
                                  <a:gd name="T1" fmla="*/ 55 h 1140"/>
                                  <a:gd name="T2" fmla="*/ 47 w 183"/>
                                  <a:gd name="T3" fmla="*/ 437 h 1140"/>
                                  <a:gd name="T4" fmla="*/ 0 w 183"/>
                                  <a:gd name="T5" fmla="*/ 799 h 1140"/>
                                  <a:gd name="T6" fmla="*/ 7 w 183"/>
                                  <a:gd name="T7" fmla="*/ 1140 h 1140"/>
                                  <a:gd name="T8" fmla="*/ 33 w 183"/>
                                  <a:gd name="T9" fmla="*/ 1081 h 1140"/>
                                  <a:gd name="T10" fmla="*/ 56 w 183"/>
                                  <a:gd name="T11" fmla="*/ 926 h 1140"/>
                                  <a:gd name="T12" fmla="*/ 75 w 183"/>
                                  <a:gd name="T13" fmla="*/ 512 h 1140"/>
                                  <a:gd name="T14" fmla="*/ 183 w 183"/>
                                  <a:gd name="T15" fmla="*/ 50 h 1140"/>
                                  <a:gd name="T16" fmla="*/ 177 w 183"/>
                                  <a:gd name="T17" fmla="*/ 0 h 11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83" h="1140">
                                    <a:moveTo>
                                      <a:pt x="150" y="55"/>
                                    </a:moveTo>
                                    <a:lnTo>
                                      <a:pt x="47" y="437"/>
                                    </a:lnTo>
                                    <a:lnTo>
                                      <a:pt x="0" y="799"/>
                                    </a:lnTo>
                                    <a:lnTo>
                                      <a:pt x="7" y="1140"/>
                                    </a:lnTo>
                                    <a:lnTo>
                                      <a:pt x="33" y="1081"/>
                                    </a:lnTo>
                                    <a:lnTo>
                                      <a:pt x="56" y="926"/>
                                    </a:lnTo>
                                    <a:lnTo>
                                      <a:pt x="75" y="512"/>
                                    </a:lnTo>
                                    <a:lnTo>
                                      <a:pt x="183" y="50"/>
                                    </a:lnTo>
                                    <a:lnTo>
                                      <a:pt x="177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1153CAE" id="Freeform 481" o:spid="_x0000_s1026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1.45pt,56.95pt,16.3pt,76.05pt,13.95pt,94.15pt,14.3pt,111.2pt,15.6pt,108.25pt,16.75pt,100.5pt,17.7pt,79.8pt,23.1pt,56.7pt,22.8pt,54.2pt" coordsize="183,1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" fillcolor="#333">
                      <v:path arrowok="t" o:connecttype="custom" o:connectlocs="95250,34925;29845,277495;0,507365;4445,723900;20955,686435;35560,588010;47625,325120;116205,31750;112395,0" o:connectangles="0,0,0,0,0,0,0,0,0"/>
                    </v:polylin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918210</wp:posOffset>
                      </wp:positionV>
                      <wp:extent cx="83820" cy="411480"/>
                      <wp:effectExtent l="16510" t="24765" r="23495" b="59055"/>
                      <wp:wrapNone/>
                      <wp:docPr id="71" name="Freeform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3820" cy="411480"/>
                              </a:xfrm>
                              <a:custGeom>
                                <a:avLst/>
                                <a:gdLst>
                                  <a:gd name="T0" fmla="*/ 132 w 132"/>
                                  <a:gd name="T1" fmla="*/ 0 h 648"/>
                                  <a:gd name="T2" fmla="*/ 64 w 132"/>
                                  <a:gd name="T3" fmla="*/ 136 h 648"/>
                                  <a:gd name="T4" fmla="*/ 37 w 132"/>
                                  <a:gd name="T5" fmla="*/ 512 h 648"/>
                                  <a:gd name="T6" fmla="*/ 10 w 132"/>
                                  <a:gd name="T7" fmla="*/ 648 h 648"/>
                                  <a:gd name="T8" fmla="*/ 10 w 132"/>
                                  <a:gd name="T9" fmla="*/ 437 h 648"/>
                                  <a:gd name="T10" fmla="*/ 0 w 132"/>
                                  <a:gd name="T11" fmla="*/ 270 h 648"/>
                                  <a:gd name="T12" fmla="*/ 70 w 132"/>
                                  <a:gd name="T13" fmla="*/ 45 h 648"/>
                                  <a:gd name="T14" fmla="*/ 132 w 132"/>
                                  <a:gd name="T15" fmla="*/ 0 h 64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32" h="648">
                                    <a:moveTo>
                                      <a:pt x="132" y="0"/>
                                    </a:moveTo>
                                    <a:lnTo>
                                      <a:pt x="64" y="136"/>
                                    </a:lnTo>
                                    <a:lnTo>
                                      <a:pt x="37" y="512"/>
                                    </a:lnTo>
                                    <a:lnTo>
                                      <a:pt x="10" y="648"/>
                                    </a:lnTo>
                                    <a:lnTo>
                                      <a:pt x="10" y="437"/>
                                    </a:lnTo>
                                    <a:lnTo>
                                      <a:pt x="0" y="270"/>
                                    </a:lnTo>
                                    <a:lnTo>
                                      <a:pt x="70" y="45"/>
                                    </a:lnTo>
                                    <a:lnTo>
                                      <a:pt x="13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CC699" id="Freeform 482" o:spid="_x0000_s1026" style="position:absolute;margin-left:19.6pt;margin-top:72.3pt;width:6.6pt;height:32.4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2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" path="m132,l64,136,37,512,10,648r,-211l,270,70,45,132,xe" fillcolor="#333">
                      <v:path arrowok="t" o:connecttype="custom" o:connectlocs="83820,0;40640,86360;23495,325120;6350,411480;6350,277495;0,171450;44450,28575;83820,0" o:connectangles="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2" behindDoc="0" locked="0" layoutInCell="1" allowOverlap="1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1000125</wp:posOffset>
                      </wp:positionV>
                      <wp:extent cx="1604645" cy="887095"/>
                      <wp:effectExtent l="57150" t="20955" r="62230" b="53975"/>
                      <wp:wrapNone/>
                      <wp:docPr id="70" name="Freeform 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04645" cy="887095"/>
                              </a:xfrm>
                              <a:custGeom>
                                <a:avLst/>
                                <a:gdLst>
                                  <a:gd name="T0" fmla="*/ 0 w 2527"/>
                                  <a:gd name="T1" fmla="*/ 0 h 1397"/>
                                  <a:gd name="T2" fmla="*/ 60 w 2527"/>
                                  <a:gd name="T3" fmla="*/ 3 h 1397"/>
                                  <a:gd name="T4" fmla="*/ 134 w 2527"/>
                                  <a:gd name="T5" fmla="*/ 21 h 1397"/>
                                  <a:gd name="T6" fmla="*/ 374 w 2527"/>
                                  <a:gd name="T7" fmla="*/ 130 h 1397"/>
                                  <a:gd name="T8" fmla="*/ 595 w 2527"/>
                                  <a:gd name="T9" fmla="*/ 210 h 1397"/>
                                  <a:gd name="T10" fmla="*/ 678 w 2527"/>
                                  <a:gd name="T11" fmla="*/ 278 h 1397"/>
                                  <a:gd name="T12" fmla="*/ 822 w 2527"/>
                                  <a:gd name="T13" fmla="*/ 304 h 1397"/>
                                  <a:gd name="T14" fmla="*/ 1101 w 2527"/>
                                  <a:gd name="T15" fmla="*/ 483 h 1397"/>
                                  <a:gd name="T16" fmla="*/ 1355 w 2527"/>
                                  <a:gd name="T17" fmla="*/ 562 h 1397"/>
                                  <a:gd name="T18" fmla="*/ 1507 w 2527"/>
                                  <a:gd name="T19" fmla="*/ 698 h 1397"/>
                                  <a:gd name="T20" fmla="*/ 1787 w 2527"/>
                                  <a:gd name="T21" fmla="*/ 823 h 1397"/>
                                  <a:gd name="T22" fmla="*/ 1878 w 2527"/>
                                  <a:gd name="T23" fmla="*/ 900 h 1397"/>
                                  <a:gd name="T24" fmla="*/ 2101 w 2527"/>
                                  <a:gd name="T25" fmla="*/ 1001 h 1397"/>
                                  <a:gd name="T26" fmla="*/ 2209 w 2527"/>
                                  <a:gd name="T27" fmla="*/ 1108 h 1397"/>
                                  <a:gd name="T28" fmla="*/ 2400 w 2527"/>
                                  <a:gd name="T29" fmla="*/ 1253 h 1397"/>
                                  <a:gd name="T30" fmla="*/ 2527 w 2527"/>
                                  <a:gd name="T31" fmla="*/ 1397 h 1397"/>
                                  <a:gd name="T32" fmla="*/ 2379 w 2527"/>
                                  <a:gd name="T33" fmla="*/ 1270 h 1397"/>
                                  <a:gd name="T34" fmla="*/ 2104 w 2527"/>
                                  <a:gd name="T35" fmla="*/ 1066 h 1397"/>
                                  <a:gd name="T36" fmla="*/ 1507 w 2527"/>
                                  <a:gd name="T37" fmla="*/ 727 h 1397"/>
                                  <a:gd name="T38" fmla="*/ 840 w 2527"/>
                                  <a:gd name="T39" fmla="*/ 377 h 1397"/>
                                  <a:gd name="T40" fmla="*/ 378 w 2527"/>
                                  <a:gd name="T41" fmla="*/ 151 h 1397"/>
                                  <a:gd name="T42" fmla="*/ 78 w 2527"/>
                                  <a:gd name="T43" fmla="*/ 21 h 1397"/>
                                  <a:gd name="T44" fmla="*/ 0 w 2527"/>
                                  <a:gd name="T45" fmla="*/ 0 h 1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2527" h="1397">
                                    <a:moveTo>
                                      <a:pt x="0" y="0"/>
                                    </a:moveTo>
                                    <a:lnTo>
                                      <a:pt x="60" y="3"/>
                                    </a:lnTo>
                                    <a:lnTo>
                                      <a:pt x="134" y="21"/>
                                    </a:lnTo>
                                    <a:lnTo>
                                      <a:pt x="374" y="130"/>
                                    </a:lnTo>
                                    <a:lnTo>
                                      <a:pt x="595" y="210"/>
                                    </a:lnTo>
                                    <a:lnTo>
                                      <a:pt x="678" y="278"/>
                                    </a:lnTo>
                                    <a:lnTo>
                                      <a:pt x="822" y="304"/>
                                    </a:lnTo>
                                    <a:lnTo>
                                      <a:pt x="1101" y="483"/>
                                    </a:lnTo>
                                    <a:lnTo>
                                      <a:pt x="1355" y="562"/>
                                    </a:lnTo>
                                    <a:lnTo>
                                      <a:pt x="1507" y="698"/>
                                    </a:lnTo>
                                    <a:lnTo>
                                      <a:pt x="1787" y="823"/>
                                    </a:lnTo>
                                    <a:lnTo>
                                      <a:pt x="1878" y="900"/>
                                    </a:lnTo>
                                    <a:lnTo>
                                      <a:pt x="2101" y="1001"/>
                                    </a:lnTo>
                                    <a:lnTo>
                                      <a:pt x="2209" y="1108"/>
                                    </a:lnTo>
                                    <a:lnTo>
                                      <a:pt x="2400" y="1253"/>
                                    </a:lnTo>
                                    <a:lnTo>
                                      <a:pt x="2527" y="1397"/>
                                    </a:lnTo>
                                    <a:lnTo>
                                      <a:pt x="2379" y="1270"/>
                                    </a:lnTo>
                                    <a:lnTo>
                                      <a:pt x="2104" y="1066"/>
                                    </a:lnTo>
                                    <a:lnTo>
                                      <a:pt x="1507" y="727"/>
                                    </a:lnTo>
                                    <a:lnTo>
                                      <a:pt x="840" y="377"/>
                                    </a:lnTo>
                                    <a:lnTo>
                                      <a:pt x="378" y="151"/>
                                    </a:lnTo>
                                    <a:lnTo>
                                      <a:pt x="78" y="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3A6AE" id="Freeform 469" o:spid="_x0000_s1026" style="position:absolute;margin-left:150.3pt;margin-top:78.75pt;width:126.35pt;height:69.85pt;z-index:251637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7,1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" path="m,l60,3r74,18l374,130r221,80l678,278r144,26l1101,483r254,79l1507,698r280,125l1878,900r223,101l2209,1108r191,145l2527,1397,2379,1270,2104,1066,1507,727,840,377,378,151,78,21,,xe" fillcolor="#333">
                      <v:path arrowok="t" o:connecttype="custom" o:connectlocs="0,0;38100,1905;85090,13335;237490,82550;377825,133350;430530,176530;521970,193040;699135,306705;860425,356870;956945,443230;1134745,522605;1192530,571500;1334135,635635;1402715,703580;1524000,795655;1604645,887095;1510665,806450;1336040,676910;956945,461645;533400,239395;240030,95885;49530,13335;0,0" o:connectangles="0,0,0,0,0,0,0,0,0,0,0,0,0,0,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>
                      <wp:simplePos x="0" y="0"/>
                      <wp:positionH relativeFrom="column">
                        <wp:posOffset>2407920</wp:posOffset>
                      </wp:positionH>
                      <wp:positionV relativeFrom="paragraph">
                        <wp:posOffset>1365250</wp:posOffset>
                      </wp:positionV>
                      <wp:extent cx="645160" cy="291465"/>
                      <wp:effectExtent l="3810" t="0" r="0" b="0"/>
                      <wp:wrapNone/>
                      <wp:docPr id="69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160" cy="2914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35726" w:rsidRPr="00B35726" w:rsidRDefault="00B3572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35726">
                                    <w:rPr>
                                      <w:sz w:val="16"/>
                                      <w:szCs w:val="16"/>
                                    </w:rPr>
                                    <w:t>50-74%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8" o:spid="_x0000_s1027" type="#_x0000_t202" style="position:absolute;left:0;text-align:left;margin-left:189.6pt;margin-top:107.5pt;width:50.8pt;height:22.9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ctuuQ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" filled="f" stroked="f">
                      <v:textbox>
                        <w:txbxContent>
                          <w:p w:rsidR="00B35726" w:rsidRPr="00B35726" w:rsidRDefault="00B3572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35726">
                              <w:rPr>
                                <w:sz w:val="16"/>
                                <w:szCs w:val="16"/>
                              </w:rPr>
                              <w:t>50-74%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4895850</wp:posOffset>
                      </wp:positionH>
                      <wp:positionV relativeFrom="paragraph">
                        <wp:posOffset>3198495</wp:posOffset>
                      </wp:positionV>
                      <wp:extent cx="306070" cy="152400"/>
                      <wp:effectExtent l="5715" t="0" r="2540" b="0"/>
                      <wp:wrapNone/>
                      <wp:docPr id="68" name="Text Box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B35726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5" o:spid="_x0000_s1028" type="#_x0000_t202" style="position:absolute;left:0;text-align:left;margin-left:385.5pt;margin-top:251.85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B35726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4317365</wp:posOffset>
                      </wp:positionH>
                      <wp:positionV relativeFrom="paragraph">
                        <wp:posOffset>3281680</wp:posOffset>
                      </wp:positionV>
                      <wp:extent cx="590550" cy="0"/>
                      <wp:effectExtent l="8255" t="6985" r="10795" b="12065"/>
                      <wp:wrapNone/>
                      <wp:docPr id="67" name="Line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0DAED6" id="Line 457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95pt,258.4pt" to="386.45pt,2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"/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>
                      <wp:simplePos x="0" y="0"/>
                      <wp:positionH relativeFrom="column">
                        <wp:posOffset>4177030</wp:posOffset>
                      </wp:positionH>
                      <wp:positionV relativeFrom="paragraph">
                        <wp:posOffset>3390265</wp:posOffset>
                      </wp:positionV>
                      <wp:extent cx="224155" cy="542925"/>
                      <wp:effectExtent l="20320" t="10795" r="12700" b="8255"/>
                      <wp:wrapNone/>
                      <wp:docPr id="66" name="Freeform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4155" cy="542925"/>
                              </a:xfrm>
                              <a:custGeom>
                                <a:avLst/>
                                <a:gdLst>
                                  <a:gd name="T0" fmla="*/ 0 w 353"/>
                                  <a:gd name="T1" fmla="*/ 0 h 855"/>
                                  <a:gd name="T2" fmla="*/ 58 w 353"/>
                                  <a:gd name="T3" fmla="*/ 0 h 855"/>
                                  <a:gd name="T4" fmla="*/ 165 w 353"/>
                                  <a:gd name="T5" fmla="*/ 198 h 855"/>
                                  <a:gd name="T6" fmla="*/ 353 w 353"/>
                                  <a:gd name="T7" fmla="*/ 855 h 855"/>
                                  <a:gd name="T8" fmla="*/ 280 w 353"/>
                                  <a:gd name="T9" fmla="*/ 855 h 855"/>
                                  <a:gd name="T10" fmla="*/ 140 w 353"/>
                                  <a:gd name="T11" fmla="*/ 314 h 855"/>
                                  <a:gd name="T12" fmla="*/ 0 w 353"/>
                                  <a:gd name="T13" fmla="*/ 0 h 8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53" h="855">
                                    <a:moveTo>
                                      <a:pt x="0" y="0"/>
                                    </a:moveTo>
                                    <a:lnTo>
                                      <a:pt x="58" y="0"/>
                                    </a:lnTo>
                                    <a:lnTo>
                                      <a:pt x="165" y="198"/>
                                    </a:lnTo>
                                    <a:lnTo>
                                      <a:pt x="353" y="855"/>
                                    </a:lnTo>
                                    <a:lnTo>
                                      <a:pt x="280" y="855"/>
                                    </a:lnTo>
                                    <a:lnTo>
                                      <a:pt x="140" y="31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7DDD8" id="Freeform 487" o:spid="_x0000_s1026" style="position:absolute;margin-left:328.9pt;margin-top:266.95pt;width:17.65pt;height:42.7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3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" path="m,l58,,165,198,353,855r-73,l140,314,,xe" fillcolor="#333">
                      <v:path arrowok="t" o:connecttype="custom" o:connectlocs="0,0;36830,0;104775,125730;224155,542925;177800,542925;88900,199390;0,0" o:connectangles="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>
                      <wp:simplePos x="0" y="0"/>
                      <wp:positionH relativeFrom="column">
                        <wp:posOffset>4001135</wp:posOffset>
                      </wp:positionH>
                      <wp:positionV relativeFrom="paragraph">
                        <wp:posOffset>4043680</wp:posOffset>
                      </wp:positionV>
                      <wp:extent cx="400050" cy="0"/>
                      <wp:effectExtent l="6350" t="6985" r="12700" b="12065"/>
                      <wp:wrapNone/>
                      <wp:docPr id="65" name="Line 4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7F19B3" id="Line 486" o:spid="_x0000_s1026" style="position:absolute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.05pt,318.4pt" to="346.55pt,3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7VT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"/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>
                      <wp:simplePos x="0" y="0"/>
                      <wp:positionH relativeFrom="column">
                        <wp:posOffset>3711575</wp:posOffset>
                      </wp:positionH>
                      <wp:positionV relativeFrom="paragraph">
                        <wp:posOffset>3978275</wp:posOffset>
                      </wp:positionV>
                      <wp:extent cx="306070" cy="152400"/>
                      <wp:effectExtent l="2540" t="8255" r="5715" b="1270"/>
                      <wp:wrapNone/>
                      <wp:docPr id="64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35726" w:rsidRPr="004E4B01" w:rsidRDefault="00B35726" w:rsidP="00B3572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9" type="#_x0000_t202" style="position:absolute;left:0;text-align:left;margin-left:292.25pt;margin-top:313.25pt;width:24.1pt;height:12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3qeogIAAFQ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B35726" w:rsidRPr="004E4B01" w:rsidRDefault="00B35726" w:rsidP="00B35726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>
                      <wp:simplePos x="0" y="0"/>
                      <wp:positionH relativeFrom="column">
                        <wp:posOffset>3532505</wp:posOffset>
                      </wp:positionH>
                      <wp:positionV relativeFrom="paragraph">
                        <wp:posOffset>2918460</wp:posOffset>
                      </wp:positionV>
                      <wp:extent cx="400050" cy="0"/>
                      <wp:effectExtent l="13970" t="5715" r="5080" b="13335"/>
                      <wp:wrapNone/>
                      <wp:docPr id="63" name="Line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DE8B65" id="Line 484" o:spid="_x0000_s1026" style="position:absolute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15pt,229.8pt" to="309.65pt,2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XK5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"/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>
                      <wp:simplePos x="0" y="0"/>
                      <wp:positionH relativeFrom="column">
                        <wp:posOffset>3242945</wp:posOffset>
                      </wp:positionH>
                      <wp:positionV relativeFrom="paragraph">
                        <wp:posOffset>2853055</wp:posOffset>
                      </wp:positionV>
                      <wp:extent cx="306070" cy="152400"/>
                      <wp:effectExtent l="635" t="6985" r="7620" b="2540"/>
                      <wp:wrapNone/>
                      <wp:docPr id="6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35726" w:rsidRPr="004E4B01" w:rsidRDefault="00B35726" w:rsidP="00B3572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0" type="#_x0000_t202" style="position:absolute;left:0;text-align:left;margin-left:255.35pt;margin-top:224.65pt;width:24.1pt;height:12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B35726" w:rsidRPr="004E4B01" w:rsidRDefault="00B35726" w:rsidP="00B35726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2696210</wp:posOffset>
                      </wp:positionH>
                      <wp:positionV relativeFrom="paragraph">
                        <wp:posOffset>1085850</wp:posOffset>
                      </wp:positionV>
                      <wp:extent cx="403225" cy="152400"/>
                      <wp:effectExtent l="6350" t="1905" r="0" b="7620"/>
                      <wp:wrapNone/>
                      <wp:docPr id="61" name="Text Box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366446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M36/17</w:t>
                                  </w:r>
                                  <w:r w:rsidR="00B35726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7" o:spid="_x0000_s1031" type="#_x0000_t202" style="position:absolute;left:0;text-align:left;margin-left:212.3pt;margin-top:85.5pt;width:31.7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4VioQ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366446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M36/17</w:t>
                            </w:r>
                            <w:r w:rsidR="00B3572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1630045</wp:posOffset>
                      </wp:positionH>
                      <wp:positionV relativeFrom="paragraph">
                        <wp:posOffset>657225</wp:posOffset>
                      </wp:positionV>
                      <wp:extent cx="306070" cy="152400"/>
                      <wp:effectExtent l="6985" t="1905" r="1270" b="7620"/>
                      <wp:wrapNone/>
                      <wp:docPr id="60" name="Text Box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B35726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M134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8" o:spid="_x0000_s1032" type="#_x0000_t202" style="position:absolute;left:0;text-align:left;margin-left:128.35pt;margin-top:51.75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B35726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M134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7" behindDoc="0" locked="0" layoutInCell="1" allowOverlap="1">
                      <wp:simplePos x="0" y="0"/>
                      <wp:positionH relativeFrom="column">
                        <wp:posOffset>1873250</wp:posOffset>
                      </wp:positionH>
                      <wp:positionV relativeFrom="paragraph">
                        <wp:posOffset>878840</wp:posOffset>
                      </wp:positionV>
                      <wp:extent cx="1656080" cy="887730"/>
                      <wp:effectExtent l="69215" t="42545" r="65405" b="50800"/>
                      <wp:wrapNone/>
                      <wp:docPr id="59" name="Freeform 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6080" cy="887730"/>
                              </a:xfrm>
                              <a:custGeom>
                                <a:avLst/>
                                <a:gdLst>
                                  <a:gd name="T0" fmla="*/ 0 w 2608"/>
                                  <a:gd name="T1" fmla="*/ 0 h 1398"/>
                                  <a:gd name="T2" fmla="*/ 112 w 2608"/>
                                  <a:gd name="T3" fmla="*/ 67 h 1398"/>
                                  <a:gd name="T4" fmla="*/ 287 w 2608"/>
                                  <a:gd name="T5" fmla="*/ 173 h 1398"/>
                                  <a:gd name="T6" fmla="*/ 485 w 2608"/>
                                  <a:gd name="T7" fmla="*/ 269 h 1398"/>
                                  <a:gd name="T8" fmla="*/ 861 w 2608"/>
                                  <a:gd name="T9" fmla="*/ 402 h 1398"/>
                                  <a:gd name="T10" fmla="*/ 1316 w 2608"/>
                                  <a:gd name="T11" fmla="*/ 632 h 1398"/>
                                  <a:gd name="T12" fmla="*/ 1715 w 2608"/>
                                  <a:gd name="T13" fmla="*/ 847 h 1398"/>
                                  <a:gd name="T14" fmla="*/ 2191 w 2608"/>
                                  <a:gd name="T15" fmla="*/ 1115 h 1398"/>
                                  <a:gd name="T16" fmla="*/ 2463 w 2608"/>
                                  <a:gd name="T17" fmla="*/ 1302 h 1398"/>
                                  <a:gd name="T18" fmla="*/ 2608 w 2608"/>
                                  <a:gd name="T19" fmla="*/ 1398 h 1398"/>
                                  <a:gd name="T20" fmla="*/ 2438 w 2608"/>
                                  <a:gd name="T21" fmla="*/ 1249 h 1398"/>
                                  <a:gd name="T22" fmla="*/ 1934 w 2608"/>
                                  <a:gd name="T23" fmla="*/ 939 h 1398"/>
                                  <a:gd name="T24" fmla="*/ 1320 w 2608"/>
                                  <a:gd name="T25" fmla="*/ 600 h 1398"/>
                                  <a:gd name="T26" fmla="*/ 628 w 2608"/>
                                  <a:gd name="T27" fmla="*/ 268 h 1398"/>
                                  <a:gd name="T28" fmla="*/ 0 w 2608"/>
                                  <a:gd name="T29" fmla="*/ 0 h 13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2608" h="1398">
                                    <a:moveTo>
                                      <a:pt x="0" y="0"/>
                                    </a:moveTo>
                                    <a:lnTo>
                                      <a:pt x="112" y="67"/>
                                    </a:lnTo>
                                    <a:lnTo>
                                      <a:pt x="287" y="173"/>
                                    </a:lnTo>
                                    <a:lnTo>
                                      <a:pt x="485" y="269"/>
                                    </a:lnTo>
                                    <a:lnTo>
                                      <a:pt x="861" y="402"/>
                                    </a:lnTo>
                                    <a:lnTo>
                                      <a:pt x="1316" y="632"/>
                                    </a:lnTo>
                                    <a:lnTo>
                                      <a:pt x="1715" y="847"/>
                                    </a:lnTo>
                                    <a:lnTo>
                                      <a:pt x="2191" y="1115"/>
                                    </a:lnTo>
                                    <a:lnTo>
                                      <a:pt x="2463" y="1302"/>
                                    </a:lnTo>
                                    <a:lnTo>
                                      <a:pt x="2608" y="1398"/>
                                    </a:lnTo>
                                    <a:lnTo>
                                      <a:pt x="2438" y="1249"/>
                                    </a:lnTo>
                                    <a:lnTo>
                                      <a:pt x="1934" y="939"/>
                                    </a:lnTo>
                                    <a:lnTo>
                                      <a:pt x="1320" y="600"/>
                                    </a:lnTo>
                                    <a:lnTo>
                                      <a:pt x="628" y="26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AB76E5" id="Freeform 468" o:spid="_x0000_s1026" style="position:absolute;margin-left:147.5pt;margin-top:69.2pt;width:130.4pt;height:69.9pt;z-index:25163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08,1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" path="m,l112,67,287,173r198,96l861,402r455,230l1715,847r476,268l2463,1302r145,96l2438,1249,1934,939,1320,600,628,268,,xe" fillcolor="#333">
                      <v:path arrowok="t" o:connecttype="custom" o:connectlocs="0,0;71120,42545;182245,109855;307975,170815;546735,255270;835660,401320;1089025,537845;1391285,708025;1564005,826770;1656080,887730;1548130,793115;1228090,596265;838200,381000;398780,170180;0,0" o:connectangles="0,0,0,0,0,0,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857250</wp:posOffset>
                      </wp:positionV>
                      <wp:extent cx="1383665" cy="533400"/>
                      <wp:effectExtent l="9525" t="11430" r="16510" b="7620"/>
                      <wp:wrapNone/>
                      <wp:docPr id="58" name="Freeform 461" descr="Dark downward diagonal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3665" cy="533400"/>
                              </a:xfrm>
                              <a:custGeom>
                                <a:avLst/>
                                <a:gdLst>
                                  <a:gd name="T0" fmla="*/ 27 w 2179"/>
                                  <a:gd name="T1" fmla="*/ 744 h 840"/>
                                  <a:gd name="T2" fmla="*/ 184 w 2179"/>
                                  <a:gd name="T3" fmla="*/ 744 h 840"/>
                                  <a:gd name="T4" fmla="*/ 812 w 2179"/>
                                  <a:gd name="T5" fmla="*/ 635 h 840"/>
                                  <a:gd name="T6" fmla="*/ 1324 w 2179"/>
                                  <a:gd name="T7" fmla="*/ 437 h 840"/>
                                  <a:gd name="T8" fmla="*/ 1795 w 2179"/>
                                  <a:gd name="T9" fmla="*/ 191 h 840"/>
                                  <a:gd name="T10" fmla="*/ 2017 w 2179"/>
                                  <a:gd name="T11" fmla="*/ 0 h 840"/>
                                  <a:gd name="T12" fmla="*/ 2179 w 2179"/>
                                  <a:gd name="T13" fmla="*/ 79 h 840"/>
                                  <a:gd name="T14" fmla="*/ 1877 w 2179"/>
                                  <a:gd name="T15" fmla="*/ 307 h 840"/>
                                  <a:gd name="T16" fmla="*/ 1372 w 2179"/>
                                  <a:gd name="T17" fmla="*/ 533 h 840"/>
                                  <a:gd name="T18" fmla="*/ 1085 w 2179"/>
                                  <a:gd name="T19" fmla="*/ 649 h 840"/>
                                  <a:gd name="T20" fmla="*/ 696 w 2179"/>
                                  <a:gd name="T21" fmla="*/ 771 h 840"/>
                                  <a:gd name="T22" fmla="*/ 232 w 2179"/>
                                  <a:gd name="T23" fmla="*/ 833 h 840"/>
                                  <a:gd name="T24" fmla="*/ 0 w 2179"/>
                                  <a:gd name="T25" fmla="*/ 840 h 8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179" h="840">
                                    <a:moveTo>
                                      <a:pt x="27" y="744"/>
                                    </a:moveTo>
                                    <a:lnTo>
                                      <a:pt x="184" y="744"/>
                                    </a:lnTo>
                                    <a:lnTo>
                                      <a:pt x="812" y="635"/>
                                    </a:lnTo>
                                    <a:lnTo>
                                      <a:pt x="1324" y="437"/>
                                    </a:lnTo>
                                    <a:lnTo>
                                      <a:pt x="1795" y="191"/>
                                    </a:lnTo>
                                    <a:lnTo>
                                      <a:pt x="2017" y="0"/>
                                    </a:lnTo>
                                    <a:lnTo>
                                      <a:pt x="2179" y="79"/>
                                    </a:lnTo>
                                    <a:lnTo>
                                      <a:pt x="1877" y="307"/>
                                    </a:lnTo>
                                    <a:lnTo>
                                      <a:pt x="1372" y="533"/>
                                    </a:lnTo>
                                    <a:lnTo>
                                      <a:pt x="1085" y="649"/>
                                    </a:lnTo>
                                    <a:lnTo>
                                      <a:pt x="696" y="771"/>
                                    </a:lnTo>
                                    <a:lnTo>
                                      <a:pt x="232" y="833"/>
                                    </a:lnTo>
                                    <a:lnTo>
                                      <a:pt x="0" y="840"/>
                                    </a:lnTo>
                                  </a:path>
                                </a:pathLst>
                              </a:custGeom>
                              <a:pattFill prst="dkDnDiag">
                                <a:fgClr>
                                  <a:schemeClr val="accent1">
                                    <a:lumMod val="75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85981ED" id="Freeform 461" o:spid="_x0000_s1026" alt="Dark downward diagonal" style="position:absolute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0.4pt,104.7pt,28.25pt,104.7pt,59.65pt,99.25pt,85.25pt,89.35pt,108.8pt,77.05pt,119.9pt,67.5pt,128pt,71.45pt,112.9pt,82.85pt,87.65pt,94.15pt,73.3pt,99.95pt,53.85pt,106.05pt,30.65pt,109.15pt,19.05pt,109.5pt" coordsize="2179,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" fillcolor="#2e74b5 [2404]">
                      <v:fill r:id="rId10" o:title="" type="pattern"/>
                      <v:path arrowok="t" o:connecttype="custom" o:connectlocs="17145,472440;116840,472440;515620,403225;840740,277495;1139825,121285;1280795,0;1383665,50165;1191895,194945;871220,338455;688975,412115;441960,489585;147320,528955;0,533400" o:connectangles="0,0,0,0,0,0,0,0,0,0,0,0,0"/>
                    </v:polylin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1426845</wp:posOffset>
                      </wp:positionV>
                      <wp:extent cx="306070" cy="152400"/>
                      <wp:effectExtent l="3175" t="0" r="5080" b="0"/>
                      <wp:wrapNone/>
                      <wp:docPr id="57" name="Text Box 4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35726" w:rsidRPr="004E4B01" w:rsidRDefault="00B35726" w:rsidP="00B3572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T59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78" o:spid="_x0000_s1033" type="#_x0000_t202" style="position:absolute;left:0;text-align:left;margin-left:25.3pt;margin-top:112.35pt;width:24.1pt;height:12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Da2og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B35726" w:rsidRPr="004E4B01" w:rsidRDefault="00B35726" w:rsidP="00B35726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T59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posOffset>1280795</wp:posOffset>
                      </wp:positionH>
                      <wp:positionV relativeFrom="paragraph">
                        <wp:posOffset>1112520</wp:posOffset>
                      </wp:positionV>
                      <wp:extent cx="306070" cy="152400"/>
                      <wp:effectExtent l="635" t="0" r="7620" b="0"/>
                      <wp:wrapNone/>
                      <wp:docPr id="56" name="Text Box 4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35726" w:rsidRPr="004E4B01" w:rsidRDefault="00B35726" w:rsidP="00B3572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0" o:spid="_x0000_s1034" type="#_x0000_t202" style="position:absolute;left:0;text-align:left;margin-left:100.85pt;margin-top:87.6pt;width:24.1pt;height:12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B35726" w:rsidRPr="004E4B01" w:rsidRDefault="00B35726" w:rsidP="00B35726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826770</wp:posOffset>
                      </wp:positionH>
                      <wp:positionV relativeFrom="paragraph">
                        <wp:posOffset>1303655</wp:posOffset>
                      </wp:positionV>
                      <wp:extent cx="306070" cy="152400"/>
                      <wp:effectExtent l="3810" t="635" r="4445" b="8890"/>
                      <wp:wrapNone/>
                      <wp:docPr id="55" name="Text Box 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35726" w:rsidRPr="004E4B01" w:rsidRDefault="00B35726" w:rsidP="00B3572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79" o:spid="_x0000_s1035" type="#_x0000_t202" style="position:absolute;left:0;text-align:left;margin-left:65.1pt;margin-top:102.65pt;width:24.1pt;height:12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JJrog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B35726" w:rsidRPr="004E4B01" w:rsidRDefault="00B35726" w:rsidP="00B35726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9042" behindDoc="0" locked="0" layoutInCell="1" allowOverlap="1">
                      <wp:simplePos x="0" y="0"/>
                      <wp:positionH relativeFrom="column">
                        <wp:posOffset>3860800</wp:posOffset>
                      </wp:positionH>
                      <wp:positionV relativeFrom="paragraph">
                        <wp:posOffset>2178685</wp:posOffset>
                      </wp:positionV>
                      <wp:extent cx="949325" cy="1978025"/>
                      <wp:effectExtent l="56515" t="27940" r="60960" b="13335"/>
                      <wp:wrapNone/>
                      <wp:docPr id="54" name="Freeform 4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9325" cy="1978025"/>
                              </a:xfrm>
                              <a:custGeom>
                                <a:avLst/>
                                <a:gdLst>
                                  <a:gd name="T0" fmla="*/ 0 w 1495"/>
                                  <a:gd name="T1" fmla="*/ 0 h 3115"/>
                                  <a:gd name="T2" fmla="*/ 106 w 1495"/>
                                  <a:gd name="T3" fmla="*/ 28 h 3115"/>
                                  <a:gd name="T4" fmla="*/ 212 w 1495"/>
                                  <a:gd name="T5" fmla="*/ 83 h 3115"/>
                                  <a:gd name="T6" fmla="*/ 388 w 1495"/>
                                  <a:gd name="T7" fmla="*/ 217 h 3115"/>
                                  <a:gd name="T8" fmla="*/ 517 w 1495"/>
                                  <a:gd name="T9" fmla="*/ 364 h 3115"/>
                                  <a:gd name="T10" fmla="*/ 600 w 1495"/>
                                  <a:gd name="T11" fmla="*/ 526 h 3115"/>
                                  <a:gd name="T12" fmla="*/ 641 w 1495"/>
                                  <a:gd name="T13" fmla="*/ 618 h 3115"/>
                                  <a:gd name="T14" fmla="*/ 711 w 1495"/>
                                  <a:gd name="T15" fmla="*/ 826 h 3115"/>
                                  <a:gd name="T16" fmla="*/ 789 w 1495"/>
                                  <a:gd name="T17" fmla="*/ 1108 h 3115"/>
                                  <a:gd name="T18" fmla="*/ 928 w 1495"/>
                                  <a:gd name="T19" fmla="*/ 1684 h 3115"/>
                                  <a:gd name="T20" fmla="*/ 997 w 1495"/>
                                  <a:gd name="T21" fmla="*/ 1943 h 3115"/>
                                  <a:gd name="T22" fmla="*/ 1052 w 1495"/>
                                  <a:gd name="T23" fmla="*/ 2169 h 3115"/>
                                  <a:gd name="T24" fmla="*/ 1098 w 1495"/>
                                  <a:gd name="T25" fmla="*/ 2363 h 3115"/>
                                  <a:gd name="T26" fmla="*/ 1158 w 1495"/>
                                  <a:gd name="T27" fmla="*/ 2557 h 3115"/>
                                  <a:gd name="T28" fmla="*/ 1214 w 1495"/>
                                  <a:gd name="T29" fmla="*/ 2691 h 3115"/>
                                  <a:gd name="T30" fmla="*/ 1297 w 1495"/>
                                  <a:gd name="T31" fmla="*/ 2824 h 3115"/>
                                  <a:gd name="T32" fmla="*/ 1421 w 1495"/>
                                  <a:gd name="T33" fmla="*/ 2995 h 3115"/>
                                  <a:gd name="T34" fmla="*/ 1495 w 1495"/>
                                  <a:gd name="T35" fmla="*/ 3115 h 3115"/>
                                  <a:gd name="T36" fmla="*/ 1264 w 1495"/>
                                  <a:gd name="T37" fmla="*/ 2811 h 3115"/>
                                  <a:gd name="T38" fmla="*/ 1163 w 1495"/>
                                  <a:gd name="T39" fmla="*/ 2635 h 3115"/>
                                  <a:gd name="T40" fmla="*/ 1094 w 1495"/>
                                  <a:gd name="T41" fmla="*/ 2395 h 3115"/>
                                  <a:gd name="T42" fmla="*/ 960 w 1495"/>
                                  <a:gd name="T43" fmla="*/ 1874 h 3115"/>
                                  <a:gd name="T44" fmla="*/ 821 w 1495"/>
                                  <a:gd name="T45" fmla="*/ 1329 h 3115"/>
                                  <a:gd name="T46" fmla="*/ 669 w 1495"/>
                                  <a:gd name="T47" fmla="*/ 752 h 3115"/>
                                  <a:gd name="T48" fmla="*/ 521 w 1495"/>
                                  <a:gd name="T49" fmla="*/ 406 h 3115"/>
                                  <a:gd name="T50" fmla="*/ 355 w 1495"/>
                                  <a:gd name="T51" fmla="*/ 212 h 3115"/>
                                  <a:gd name="T52" fmla="*/ 148 w 1495"/>
                                  <a:gd name="T53" fmla="*/ 69 h 3115"/>
                                  <a:gd name="T54" fmla="*/ 0 w 1495"/>
                                  <a:gd name="T55" fmla="*/ 0 h 31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1495" h="3115">
                                    <a:moveTo>
                                      <a:pt x="0" y="0"/>
                                    </a:moveTo>
                                    <a:lnTo>
                                      <a:pt x="106" y="28"/>
                                    </a:lnTo>
                                    <a:lnTo>
                                      <a:pt x="212" y="83"/>
                                    </a:lnTo>
                                    <a:lnTo>
                                      <a:pt x="388" y="217"/>
                                    </a:lnTo>
                                    <a:lnTo>
                                      <a:pt x="517" y="364"/>
                                    </a:lnTo>
                                    <a:lnTo>
                                      <a:pt x="600" y="526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711" y="826"/>
                                    </a:lnTo>
                                    <a:lnTo>
                                      <a:pt x="789" y="1108"/>
                                    </a:lnTo>
                                    <a:lnTo>
                                      <a:pt x="928" y="1684"/>
                                    </a:lnTo>
                                    <a:lnTo>
                                      <a:pt x="997" y="1943"/>
                                    </a:lnTo>
                                    <a:lnTo>
                                      <a:pt x="1052" y="2169"/>
                                    </a:lnTo>
                                    <a:lnTo>
                                      <a:pt x="1098" y="2363"/>
                                    </a:lnTo>
                                    <a:lnTo>
                                      <a:pt x="1158" y="2557"/>
                                    </a:lnTo>
                                    <a:lnTo>
                                      <a:pt x="1214" y="2691"/>
                                    </a:lnTo>
                                    <a:lnTo>
                                      <a:pt x="1297" y="2824"/>
                                    </a:lnTo>
                                    <a:lnTo>
                                      <a:pt x="1421" y="2995"/>
                                    </a:lnTo>
                                    <a:lnTo>
                                      <a:pt x="1495" y="3115"/>
                                    </a:lnTo>
                                    <a:lnTo>
                                      <a:pt x="1264" y="2811"/>
                                    </a:lnTo>
                                    <a:lnTo>
                                      <a:pt x="1163" y="2635"/>
                                    </a:lnTo>
                                    <a:lnTo>
                                      <a:pt x="1094" y="2395"/>
                                    </a:lnTo>
                                    <a:lnTo>
                                      <a:pt x="960" y="1874"/>
                                    </a:lnTo>
                                    <a:lnTo>
                                      <a:pt x="821" y="1329"/>
                                    </a:lnTo>
                                    <a:lnTo>
                                      <a:pt x="669" y="752"/>
                                    </a:lnTo>
                                    <a:lnTo>
                                      <a:pt x="521" y="406"/>
                                    </a:lnTo>
                                    <a:lnTo>
                                      <a:pt x="355" y="212"/>
                                    </a:lnTo>
                                    <a:lnTo>
                                      <a:pt x="148" y="6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ECE06F" id="Freeform 477" o:spid="_x0000_s1026" style="position:absolute;margin-left:304pt;margin-top:171.55pt;width:74.75pt;height:155.75pt;z-index:2516290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5,3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" path="m,l106,28,212,83,388,217,517,364r83,162l641,618r70,208l789,1108r139,576l997,1943r55,226l1098,2363r60,194l1214,2691r83,133l1421,2995r74,120l1264,2811,1163,2635r-69,-240l960,1874,821,1329,669,752,521,406,355,212,148,69,,xe" fillcolor="#333">
                      <v:path arrowok="t" o:connecttype="custom" o:connectlocs="0,0;67310,17780;134620,52705;246380,137795;328295,231140;381000,334010;407035,392430;451485,524510;501015,703580;589280,1069340;633095,1233805;668020,1377315;697230,1500505;735330,1623695;770890,1708785;823595,1793240;902335,1901825;949325,1978025;802640,1784985;738505,1673225;694690,1520825;609600,1189990;521335,843915;424815,477520;330835,257810;225425,134620;93980,43815;0,0" o:connectangles="0,0,0,0,0,0,0,0,0,0,0,0,0,0,0,0,0,0,0,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0067" behindDoc="0" locked="0" layoutInCell="1" allowOverlap="1">
                      <wp:simplePos x="0" y="0"/>
                      <wp:positionH relativeFrom="column">
                        <wp:posOffset>3904615</wp:posOffset>
                      </wp:positionH>
                      <wp:positionV relativeFrom="paragraph">
                        <wp:posOffset>2131695</wp:posOffset>
                      </wp:positionV>
                      <wp:extent cx="952500" cy="1995805"/>
                      <wp:effectExtent l="62230" t="47625" r="52070" b="52070"/>
                      <wp:wrapNone/>
                      <wp:docPr id="53" name="Freeform 4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0" cy="1995805"/>
                              </a:xfrm>
                              <a:custGeom>
                                <a:avLst/>
                                <a:gdLst>
                                  <a:gd name="T0" fmla="*/ 0 w 1500"/>
                                  <a:gd name="T1" fmla="*/ 0 h 3143"/>
                                  <a:gd name="T2" fmla="*/ 92 w 1500"/>
                                  <a:gd name="T3" fmla="*/ 74 h 3143"/>
                                  <a:gd name="T4" fmla="*/ 259 w 1500"/>
                                  <a:gd name="T5" fmla="*/ 185 h 3143"/>
                                  <a:gd name="T6" fmla="*/ 411 w 1500"/>
                                  <a:gd name="T7" fmla="*/ 328 h 3143"/>
                                  <a:gd name="T8" fmla="*/ 508 w 1500"/>
                                  <a:gd name="T9" fmla="*/ 443 h 3143"/>
                                  <a:gd name="T10" fmla="*/ 632 w 1500"/>
                                  <a:gd name="T11" fmla="*/ 738 h 3143"/>
                                  <a:gd name="T12" fmla="*/ 702 w 1500"/>
                                  <a:gd name="T13" fmla="*/ 937 h 3143"/>
                                  <a:gd name="T14" fmla="*/ 831 w 1500"/>
                                  <a:gd name="T15" fmla="*/ 1445 h 3143"/>
                                  <a:gd name="T16" fmla="*/ 965 w 1500"/>
                                  <a:gd name="T17" fmla="*/ 1966 h 3143"/>
                                  <a:gd name="T18" fmla="*/ 1062 w 1500"/>
                                  <a:gd name="T19" fmla="*/ 2400 h 3143"/>
                                  <a:gd name="T20" fmla="*/ 1135 w 1500"/>
                                  <a:gd name="T21" fmla="*/ 2631 h 3143"/>
                                  <a:gd name="T22" fmla="*/ 1172 w 1500"/>
                                  <a:gd name="T23" fmla="*/ 2732 h 3143"/>
                                  <a:gd name="T24" fmla="*/ 1228 w 1500"/>
                                  <a:gd name="T25" fmla="*/ 2820 h 3143"/>
                                  <a:gd name="T26" fmla="*/ 1357 w 1500"/>
                                  <a:gd name="T27" fmla="*/ 3014 h 3143"/>
                                  <a:gd name="T28" fmla="*/ 1500 w 1500"/>
                                  <a:gd name="T29" fmla="*/ 3143 h 3143"/>
                                  <a:gd name="T30" fmla="*/ 1302 w 1500"/>
                                  <a:gd name="T31" fmla="*/ 2903 h 3143"/>
                                  <a:gd name="T32" fmla="*/ 1168 w 1500"/>
                                  <a:gd name="T33" fmla="*/ 2658 h 3143"/>
                                  <a:gd name="T34" fmla="*/ 1071 w 1500"/>
                                  <a:gd name="T35" fmla="*/ 2349 h 3143"/>
                                  <a:gd name="T36" fmla="*/ 891 w 1500"/>
                                  <a:gd name="T37" fmla="*/ 1602 h 3143"/>
                                  <a:gd name="T38" fmla="*/ 720 w 1500"/>
                                  <a:gd name="T39" fmla="*/ 923 h 3143"/>
                                  <a:gd name="T40" fmla="*/ 605 w 1500"/>
                                  <a:gd name="T41" fmla="*/ 600 h 3143"/>
                                  <a:gd name="T42" fmla="*/ 494 w 1500"/>
                                  <a:gd name="T43" fmla="*/ 397 h 3143"/>
                                  <a:gd name="T44" fmla="*/ 337 w 1500"/>
                                  <a:gd name="T45" fmla="*/ 222 h 3143"/>
                                  <a:gd name="T46" fmla="*/ 143 w 1500"/>
                                  <a:gd name="T47" fmla="*/ 83 h 3143"/>
                                  <a:gd name="T48" fmla="*/ 0 w 1500"/>
                                  <a:gd name="T49" fmla="*/ 0 h 31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500" h="3143">
                                    <a:moveTo>
                                      <a:pt x="0" y="0"/>
                                    </a:moveTo>
                                    <a:lnTo>
                                      <a:pt x="92" y="74"/>
                                    </a:lnTo>
                                    <a:lnTo>
                                      <a:pt x="259" y="185"/>
                                    </a:lnTo>
                                    <a:lnTo>
                                      <a:pt x="411" y="328"/>
                                    </a:lnTo>
                                    <a:lnTo>
                                      <a:pt x="508" y="443"/>
                                    </a:lnTo>
                                    <a:lnTo>
                                      <a:pt x="632" y="738"/>
                                    </a:lnTo>
                                    <a:lnTo>
                                      <a:pt x="702" y="937"/>
                                    </a:lnTo>
                                    <a:lnTo>
                                      <a:pt x="831" y="1445"/>
                                    </a:lnTo>
                                    <a:lnTo>
                                      <a:pt x="965" y="1966"/>
                                    </a:lnTo>
                                    <a:lnTo>
                                      <a:pt x="1062" y="2400"/>
                                    </a:lnTo>
                                    <a:lnTo>
                                      <a:pt x="1135" y="2631"/>
                                    </a:lnTo>
                                    <a:lnTo>
                                      <a:pt x="1172" y="2732"/>
                                    </a:lnTo>
                                    <a:lnTo>
                                      <a:pt x="1228" y="2820"/>
                                    </a:lnTo>
                                    <a:lnTo>
                                      <a:pt x="1357" y="3014"/>
                                    </a:lnTo>
                                    <a:lnTo>
                                      <a:pt x="1500" y="3143"/>
                                    </a:lnTo>
                                    <a:lnTo>
                                      <a:pt x="1302" y="2903"/>
                                    </a:lnTo>
                                    <a:lnTo>
                                      <a:pt x="1168" y="2658"/>
                                    </a:lnTo>
                                    <a:lnTo>
                                      <a:pt x="1071" y="2349"/>
                                    </a:lnTo>
                                    <a:lnTo>
                                      <a:pt x="891" y="1602"/>
                                    </a:lnTo>
                                    <a:lnTo>
                                      <a:pt x="720" y="923"/>
                                    </a:lnTo>
                                    <a:lnTo>
                                      <a:pt x="605" y="600"/>
                                    </a:lnTo>
                                    <a:lnTo>
                                      <a:pt x="494" y="397"/>
                                    </a:lnTo>
                                    <a:lnTo>
                                      <a:pt x="337" y="222"/>
                                    </a:lnTo>
                                    <a:lnTo>
                                      <a:pt x="143" y="8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1104F0" id="Freeform 476" o:spid="_x0000_s1026" style="position:absolute;margin-left:307.45pt;margin-top:167.85pt;width:75pt;height:157.15pt;z-index:2516300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0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" path="m,l92,74,259,185,411,328r97,115l632,738r70,199l831,1445r134,521l1062,2400r73,231l1172,2732r56,88l1357,3014r143,129l1302,2903,1168,2658r-97,-309l891,1602,720,923,605,600,494,397,337,222,143,83,,xe" fillcolor="#333">
                      <v:path arrowok="t" o:connecttype="custom" o:connectlocs="0,0;58420,46990;164465,117475;260985,208280;322580,281305;401320,468630;445770,594995;527685,917575;612775,1248410;674370,1524000;720725,1670685;744220,1734820;779780,1790700;861695,1913890;952500,1995805;826770,1843405;741680,1687830;680085,1491615;565785,1017270;457200,586105;384175,381000;313690,252095;213995,140970;90805,52705;0,0" o:connectangles="0,0,0,0,0,0,0,0,0,0,0,0,0,0,0,0,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1092" behindDoc="0" locked="0" layoutInCell="1" allowOverlap="1">
                      <wp:simplePos x="0" y="0"/>
                      <wp:positionH relativeFrom="column">
                        <wp:posOffset>3848735</wp:posOffset>
                      </wp:positionH>
                      <wp:positionV relativeFrom="paragraph">
                        <wp:posOffset>2199005</wp:posOffset>
                      </wp:positionV>
                      <wp:extent cx="756285" cy="1861185"/>
                      <wp:effectExtent l="6350" t="10160" r="27940" b="43180"/>
                      <wp:wrapNone/>
                      <wp:docPr id="52" name="Freeform 4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6285" cy="1861185"/>
                              </a:xfrm>
                              <a:custGeom>
                                <a:avLst/>
                                <a:gdLst>
                                  <a:gd name="T0" fmla="*/ 0 w 1191"/>
                                  <a:gd name="T1" fmla="*/ 0 h 2931"/>
                                  <a:gd name="T2" fmla="*/ 125 w 1191"/>
                                  <a:gd name="T3" fmla="*/ 319 h 2931"/>
                                  <a:gd name="T4" fmla="*/ 323 w 1191"/>
                                  <a:gd name="T5" fmla="*/ 766 h 2931"/>
                                  <a:gd name="T6" fmla="*/ 665 w 1191"/>
                                  <a:gd name="T7" fmla="*/ 1500 h 2931"/>
                                  <a:gd name="T8" fmla="*/ 799 w 1191"/>
                                  <a:gd name="T9" fmla="*/ 1763 h 2931"/>
                                  <a:gd name="T10" fmla="*/ 868 w 1191"/>
                                  <a:gd name="T11" fmla="*/ 1971 h 2931"/>
                                  <a:gd name="T12" fmla="*/ 923 w 1191"/>
                                  <a:gd name="T13" fmla="*/ 2183 h 2931"/>
                                  <a:gd name="T14" fmla="*/ 1011 w 1191"/>
                                  <a:gd name="T15" fmla="*/ 2497 h 2931"/>
                                  <a:gd name="T16" fmla="*/ 1140 w 1191"/>
                                  <a:gd name="T17" fmla="*/ 2857 h 2931"/>
                                  <a:gd name="T18" fmla="*/ 1191 w 1191"/>
                                  <a:gd name="T19" fmla="*/ 2931 h 2931"/>
                                  <a:gd name="T20" fmla="*/ 1071 w 1191"/>
                                  <a:gd name="T21" fmla="*/ 2612 h 2931"/>
                                  <a:gd name="T22" fmla="*/ 974 w 1191"/>
                                  <a:gd name="T23" fmla="*/ 2299 h 2931"/>
                                  <a:gd name="T24" fmla="*/ 882 w 1191"/>
                                  <a:gd name="T25" fmla="*/ 1943 h 2931"/>
                                  <a:gd name="T26" fmla="*/ 808 w 1191"/>
                                  <a:gd name="T27" fmla="*/ 1749 h 2931"/>
                                  <a:gd name="T28" fmla="*/ 707 w 1191"/>
                                  <a:gd name="T29" fmla="*/ 1532 h 2931"/>
                                  <a:gd name="T30" fmla="*/ 540 w 1191"/>
                                  <a:gd name="T31" fmla="*/ 1186 h 2931"/>
                                  <a:gd name="T32" fmla="*/ 296 w 1191"/>
                                  <a:gd name="T33" fmla="*/ 656 h 2931"/>
                                  <a:gd name="T34" fmla="*/ 65 w 1191"/>
                                  <a:gd name="T35" fmla="*/ 157 h 2931"/>
                                  <a:gd name="T36" fmla="*/ 0 w 1191"/>
                                  <a:gd name="T37" fmla="*/ 0 h 29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191" h="2931">
                                    <a:moveTo>
                                      <a:pt x="0" y="0"/>
                                    </a:moveTo>
                                    <a:lnTo>
                                      <a:pt x="125" y="319"/>
                                    </a:lnTo>
                                    <a:lnTo>
                                      <a:pt x="323" y="766"/>
                                    </a:lnTo>
                                    <a:lnTo>
                                      <a:pt x="665" y="1500"/>
                                    </a:lnTo>
                                    <a:lnTo>
                                      <a:pt x="799" y="1763"/>
                                    </a:lnTo>
                                    <a:lnTo>
                                      <a:pt x="868" y="1971"/>
                                    </a:lnTo>
                                    <a:lnTo>
                                      <a:pt x="923" y="2183"/>
                                    </a:lnTo>
                                    <a:lnTo>
                                      <a:pt x="1011" y="2497"/>
                                    </a:lnTo>
                                    <a:lnTo>
                                      <a:pt x="1140" y="2857"/>
                                    </a:lnTo>
                                    <a:lnTo>
                                      <a:pt x="1191" y="2931"/>
                                    </a:lnTo>
                                    <a:lnTo>
                                      <a:pt x="1071" y="2612"/>
                                    </a:lnTo>
                                    <a:lnTo>
                                      <a:pt x="974" y="2299"/>
                                    </a:lnTo>
                                    <a:lnTo>
                                      <a:pt x="882" y="1943"/>
                                    </a:lnTo>
                                    <a:lnTo>
                                      <a:pt x="808" y="1749"/>
                                    </a:lnTo>
                                    <a:lnTo>
                                      <a:pt x="707" y="1532"/>
                                    </a:lnTo>
                                    <a:lnTo>
                                      <a:pt x="540" y="1186"/>
                                    </a:lnTo>
                                    <a:lnTo>
                                      <a:pt x="296" y="656"/>
                                    </a:lnTo>
                                    <a:lnTo>
                                      <a:pt x="65" y="15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91B5E" id="Freeform 475" o:spid="_x0000_s1026" style="position:absolute;margin-left:303.05pt;margin-top:173.15pt;width:59.55pt;height:146.55pt;z-index:2516310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1,2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" path="m,l125,319,323,766r342,734l799,1763r69,208l923,2183r88,314l1140,2857r51,74l1071,2612,974,2299,882,1943,808,1749,707,1532,540,1186,296,656,65,157,,xe" fillcolor="#333">
                      <v:path arrowok="t" o:connecttype="custom" o:connectlocs="0,0;79375,202565;205105,486410;422275,952500;507365,1119505;551180,1251585;586105,1386205;641985,1585595;723900,1814195;756285,1861185;680085,1658620;618490,1459865;560070,1233805;513080,1110615;448945,972820;342900,753110;187960,416560;41275,99695;0,0" o:connectangles="0,0,0,0,0,0,0,0,0,0,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2117" behindDoc="0" locked="0" layoutInCell="1" allowOverlap="1">
                      <wp:simplePos x="0" y="0"/>
                      <wp:positionH relativeFrom="column">
                        <wp:posOffset>3886835</wp:posOffset>
                      </wp:positionH>
                      <wp:positionV relativeFrom="paragraph">
                        <wp:posOffset>2395220</wp:posOffset>
                      </wp:positionV>
                      <wp:extent cx="683260" cy="1691005"/>
                      <wp:effectExtent l="44450" t="82550" r="15240" b="26670"/>
                      <wp:wrapNone/>
                      <wp:docPr id="51" name="Freeform 4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3260" cy="1691005"/>
                              </a:xfrm>
                              <a:custGeom>
                                <a:avLst/>
                                <a:gdLst>
                                  <a:gd name="T0" fmla="*/ 0 w 1076"/>
                                  <a:gd name="T1" fmla="*/ 0 h 2663"/>
                                  <a:gd name="T2" fmla="*/ 83 w 1076"/>
                                  <a:gd name="T3" fmla="*/ 143 h 2663"/>
                                  <a:gd name="T4" fmla="*/ 227 w 1076"/>
                                  <a:gd name="T5" fmla="*/ 499 h 2663"/>
                                  <a:gd name="T6" fmla="*/ 568 w 1076"/>
                                  <a:gd name="T7" fmla="*/ 1205 h 2663"/>
                                  <a:gd name="T8" fmla="*/ 716 w 1076"/>
                                  <a:gd name="T9" fmla="*/ 1500 h 2663"/>
                                  <a:gd name="T10" fmla="*/ 767 w 1076"/>
                                  <a:gd name="T11" fmla="*/ 1630 h 2663"/>
                                  <a:gd name="T12" fmla="*/ 822 w 1076"/>
                                  <a:gd name="T13" fmla="*/ 1847 h 2663"/>
                                  <a:gd name="T14" fmla="*/ 891 w 1076"/>
                                  <a:gd name="T15" fmla="*/ 2096 h 2663"/>
                                  <a:gd name="T16" fmla="*/ 956 w 1076"/>
                                  <a:gd name="T17" fmla="*/ 2303 h 2663"/>
                                  <a:gd name="T18" fmla="*/ 1076 w 1076"/>
                                  <a:gd name="T19" fmla="*/ 2622 h 2663"/>
                                  <a:gd name="T20" fmla="*/ 1071 w 1076"/>
                                  <a:gd name="T21" fmla="*/ 2663 h 2663"/>
                                  <a:gd name="T22" fmla="*/ 923 w 1076"/>
                                  <a:gd name="T23" fmla="*/ 2267 h 2663"/>
                                  <a:gd name="T24" fmla="*/ 836 w 1076"/>
                                  <a:gd name="T25" fmla="*/ 1980 h 2663"/>
                                  <a:gd name="T26" fmla="*/ 743 w 1076"/>
                                  <a:gd name="T27" fmla="*/ 1625 h 2663"/>
                                  <a:gd name="T28" fmla="*/ 554 w 1076"/>
                                  <a:gd name="T29" fmla="*/ 1210 h 2663"/>
                                  <a:gd name="T30" fmla="*/ 314 w 1076"/>
                                  <a:gd name="T31" fmla="*/ 739 h 2663"/>
                                  <a:gd name="T32" fmla="*/ 171 w 1076"/>
                                  <a:gd name="T33" fmla="*/ 430 h 2663"/>
                                  <a:gd name="T34" fmla="*/ 65 w 1076"/>
                                  <a:gd name="T35" fmla="*/ 148 h 2663"/>
                                  <a:gd name="T36" fmla="*/ 0 w 1076"/>
                                  <a:gd name="T37" fmla="*/ 0 h 26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076" h="2663">
                                    <a:moveTo>
                                      <a:pt x="0" y="0"/>
                                    </a:moveTo>
                                    <a:lnTo>
                                      <a:pt x="83" y="143"/>
                                    </a:lnTo>
                                    <a:lnTo>
                                      <a:pt x="227" y="499"/>
                                    </a:lnTo>
                                    <a:lnTo>
                                      <a:pt x="568" y="1205"/>
                                    </a:lnTo>
                                    <a:lnTo>
                                      <a:pt x="716" y="1500"/>
                                    </a:lnTo>
                                    <a:lnTo>
                                      <a:pt x="767" y="1630"/>
                                    </a:lnTo>
                                    <a:lnTo>
                                      <a:pt x="822" y="1847"/>
                                    </a:lnTo>
                                    <a:lnTo>
                                      <a:pt x="891" y="2096"/>
                                    </a:lnTo>
                                    <a:lnTo>
                                      <a:pt x="956" y="2303"/>
                                    </a:lnTo>
                                    <a:lnTo>
                                      <a:pt x="1076" y="2622"/>
                                    </a:lnTo>
                                    <a:lnTo>
                                      <a:pt x="1071" y="2663"/>
                                    </a:lnTo>
                                    <a:lnTo>
                                      <a:pt x="923" y="2267"/>
                                    </a:lnTo>
                                    <a:lnTo>
                                      <a:pt x="836" y="1980"/>
                                    </a:lnTo>
                                    <a:lnTo>
                                      <a:pt x="743" y="1625"/>
                                    </a:lnTo>
                                    <a:lnTo>
                                      <a:pt x="554" y="1210"/>
                                    </a:lnTo>
                                    <a:lnTo>
                                      <a:pt x="314" y="739"/>
                                    </a:lnTo>
                                    <a:lnTo>
                                      <a:pt x="171" y="430"/>
                                    </a:lnTo>
                                    <a:lnTo>
                                      <a:pt x="65" y="14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F5BC47" id="Freeform 474" o:spid="_x0000_s1026" style="position:absolute;margin-left:306.05pt;margin-top:188.6pt;width:53.8pt;height:133.15pt;z-index:2516321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76,2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" path="m,l83,143,227,499r341,706l716,1500r51,130l822,1847r69,249l956,2303r120,319l1071,2663,923,2267,836,1980,743,1625,554,1210,314,739,171,430,65,148,,xe" fillcolor="#333">
                      <v:path arrowok="t" o:connecttype="custom" o:connectlocs="0,0;52705,90805;144145,316865;360680,765175;454660,952500;487045,1035050;521970,1172845;565785,1330960;607060,1462405;683260,1664970;680085,1691005;586105,1439545;530860,1257300;471805,1031875;351790,768350;199390,469265;108585,273050;41275,93980;0,0" o:connectangles="0,0,0,0,0,0,0,0,0,0,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3142" behindDoc="0" locked="0" layoutInCell="1" allowOverlap="1">
                      <wp:simplePos x="0" y="0"/>
                      <wp:positionH relativeFrom="column">
                        <wp:posOffset>3869690</wp:posOffset>
                      </wp:positionH>
                      <wp:positionV relativeFrom="paragraph">
                        <wp:posOffset>2401570</wp:posOffset>
                      </wp:positionV>
                      <wp:extent cx="629920" cy="1831340"/>
                      <wp:effectExtent l="8255" t="31750" r="9525" b="13335"/>
                      <wp:wrapNone/>
                      <wp:docPr id="50" name="Freeform 4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9920" cy="1831340"/>
                              </a:xfrm>
                              <a:custGeom>
                                <a:avLst/>
                                <a:gdLst>
                                  <a:gd name="T0" fmla="*/ 992 w 992"/>
                                  <a:gd name="T1" fmla="*/ 2884 h 2884"/>
                                  <a:gd name="T2" fmla="*/ 890 w 992"/>
                                  <a:gd name="T3" fmla="*/ 2644 h 2884"/>
                                  <a:gd name="T4" fmla="*/ 752 w 992"/>
                                  <a:gd name="T5" fmla="*/ 2127 h 2884"/>
                                  <a:gd name="T6" fmla="*/ 600 w 992"/>
                                  <a:gd name="T7" fmla="*/ 1680 h 2884"/>
                                  <a:gd name="T8" fmla="*/ 401 w 992"/>
                                  <a:gd name="T9" fmla="*/ 1264 h 2884"/>
                                  <a:gd name="T10" fmla="*/ 230 w 992"/>
                                  <a:gd name="T11" fmla="*/ 960 h 2884"/>
                                  <a:gd name="T12" fmla="*/ 101 w 992"/>
                                  <a:gd name="T13" fmla="*/ 641 h 2884"/>
                                  <a:gd name="T14" fmla="*/ 32 w 992"/>
                                  <a:gd name="T15" fmla="*/ 387 h 2884"/>
                                  <a:gd name="T16" fmla="*/ 0 w 992"/>
                                  <a:gd name="T17" fmla="*/ 203 h 2884"/>
                                  <a:gd name="T18" fmla="*/ 0 w 992"/>
                                  <a:gd name="T19" fmla="*/ 50 h 2884"/>
                                  <a:gd name="T20" fmla="*/ 27 w 992"/>
                                  <a:gd name="T21" fmla="*/ 0 h 2884"/>
                                  <a:gd name="T22" fmla="*/ 23 w 992"/>
                                  <a:gd name="T23" fmla="*/ 240 h 2884"/>
                                  <a:gd name="T24" fmla="*/ 83 w 992"/>
                                  <a:gd name="T25" fmla="*/ 530 h 2884"/>
                                  <a:gd name="T26" fmla="*/ 240 w 992"/>
                                  <a:gd name="T27" fmla="*/ 923 h 2884"/>
                                  <a:gd name="T28" fmla="*/ 438 w 992"/>
                                  <a:gd name="T29" fmla="*/ 1306 h 2884"/>
                                  <a:gd name="T30" fmla="*/ 590 w 992"/>
                                  <a:gd name="T31" fmla="*/ 1606 h 2884"/>
                                  <a:gd name="T32" fmla="*/ 674 w 992"/>
                                  <a:gd name="T33" fmla="*/ 1827 h 2884"/>
                                  <a:gd name="T34" fmla="*/ 807 w 992"/>
                                  <a:gd name="T35" fmla="*/ 2266 h 2884"/>
                                  <a:gd name="T36" fmla="*/ 941 w 992"/>
                                  <a:gd name="T37" fmla="*/ 2750 h 28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992" h="2884">
                                    <a:moveTo>
                                      <a:pt x="992" y="2884"/>
                                    </a:moveTo>
                                    <a:lnTo>
                                      <a:pt x="890" y="2644"/>
                                    </a:lnTo>
                                    <a:lnTo>
                                      <a:pt x="752" y="2127"/>
                                    </a:lnTo>
                                    <a:lnTo>
                                      <a:pt x="600" y="1680"/>
                                    </a:lnTo>
                                    <a:lnTo>
                                      <a:pt x="401" y="1264"/>
                                    </a:lnTo>
                                    <a:lnTo>
                                      <a:pt x="230" y="960"/>
                                    </a:lnTo>
                                    <a:lnTo>
                                      <a:pt x="101" y="641"/>
                                    </a:lnTo>
                                    <a:lnTo>
                                      <a:pt x="32" y="387"/>
                                    </a:lnTo>
                                    <a:lnTo>
                                      <a:pt x="0" y="203"/>
                                    </a:lnTo>
                                    <a:lnTo>
                                      <a:pt x="0" y="50"/>
                                    </a:lnTo>
                                    <a:lnTo>
                                      <a:pt x="27" y="0"/>
                                    </a:lnTo>
                                    <a:lnTo>
                                      <a:pt x="23" y="240"/>
                                    </a:lnTo>
                                    <a:lnTo>
                                      <a:pt x="83" y="530"/>
                                    </a:lnTo>
                                    <a:lnTo>
                                      <a:pt x="240" y="923"/>
                                    </a:lnTo>
                                    <a:lnTo>
                                      <a:pt x="438" y="1306"/>
                                    </a:lnTo>
                                    <a:lnTo>
                                      <a:pt x="590" y="1606"/>
                                    </a:lnTo>
                                    <a:lnTo>
                                      <a:pt x="674" y="1827"/>
                                    </a:lnTo>
                                    <a:lnTo>
                                      <a:pt x="807" y="2266"/>
                                    </a:lnTo>
                                    <a:lnTo>
                                      <a:pt x="941" y="275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1F2C3FDA" id="Freeform 473" o:spid="_x0000_s1026" style="position:absolute;z-index:2516331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54.3pt,333.3pt,349.2pt,321.3pt,342.3pt,295.45pt,334.7pt,273.1pt,324.75pt,252.3pt,316.2pt,237.1pt,309.75pt,221.15pt,306.3pt,208.45pt,304.7pt,199.25pt,304.7pt,191.6pt,306.05pt,189.1pt,305.85pt,201.1pt,308.85pt,215.6pt,316.7pt,235.25pt,326.6pt,254.4pt,334.2pt,269.4pt,338.4pt,280.45pt,345.05pt,302.4pt,351.75pt,326.6pt" coordsize="992,2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" fillcolor="#333">
                      <v:path arrowok="t" o:connecttype="custom" o:connectlocs="629920,1831340;565150,1678940;477520,1350645;381000,1066800;254635,802640;146050,609600;64135,407035;20320,245745;0,128905;0,31750;17145,0;14605,152400;52705,336550;152400,586105;278130,829310;374650,1019810;427990,1160145;512445,1438910;597535,1746250" o:connectangles="0,0,0,0,0,0,0,0,0,0,0,0,0,0,0,0,0,0,0"/>
                    </v:polylin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4167" behindDoc="0" locked="0" layoutInCell="1" allowOverlap="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2386965</wp:posOffset>
                      </wp:positionV>
                      <wp:extent cx="638810" cy="1884045"/>
                      <wp:effectExtent l="10795" t="74295" r="45720" b="13335"/>
                      <wp:wrapNone/>
                      <wp:docPr id="49" name="Freeform 4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8810" cy="1884045"/>
                              </a:xfrm>
                              <a:custGeom>
                                <a:avLst/>
                                <a:gdLst>
                                  <a:gd name="T0" fmla="*/ 5 w 1006"/>
                                  <a:gd name="T1" fmla="*/ 0 h 2967"/>
                                  <a:gd name="T2" fmla="*/ 19 w 1006"/>
                                  <a:gd name="T3" fmla="*/ 120 h 2967"/>
                                  <a:gd name="T4" fmla="*/ 28 w 1006"/>
                                  <a:gd name="T5" fmla="*/ 300 h 2967"/>
                                  <a:gd name="T6" fmla="*/ 60 w 1006"/>
                                  <a:gd name="T7" fmla="*/ 484 h 2967"/>
                                  <a:gd name="T8" fmla="*/ 143 w 1006"/>
                                  <a:gd name="T9" fmla="*/ 733 h 2967"/>
                                  <a:gd name="T10" fmla="*/ 240 w 1006"/>
                                  <a:gd name="T11" fmla="*/ 973 h 2967"/>
                                  <a:gd name="T12" fmla="*/ 383 w 1006"/>
                                  <a:gd name="T13" fmla="*/ 1236 h 2967"/>
                                  <a:gd name="T14" fmla="*/ 503 w 1006"/>
                                  <a:gd name="T15" fmla="*/ 1467 h 2967"/>
                                  <a:gd name="T16" fmla="*/ 596 w 1006"/>
                                  <a:gd name="T17" fmla="*/ 1666 h 2967"/>
                                  <a:gd name="T18" fmla="*/ 702 w 1006"/>
                                  <a:gd name="T19" fmla="*/ 1961 h 2967"/>
                                  <a:gd name="T20" fmla="*/ 808 w 1006"/>
                                  <a:gd name="T21" fmla="*/ 2307 h 2967"/>
                                  <a:gd name="T22" fmla="*/ 919 w 1006"/>
                                  <a:gd name="T23" fmla="*/ 2690 h 2967"/>
                                  <a:gd name="T24" fmla="*/ 970 w 1006"/>
                                  <a:gd name="T25" fmla="*/ 2847 h 2967"/>
                                  <a:gd name="T26" fmla="*/ 1006 w 1006"/>
                                  <a:gd name="T27" fmla="*/ 2967 h 2967"/>
                                  <a:gd name="T28" fmla="*/ 933 w 1006"/>
                                  <a:gd name="T29" fmla="*/ 2787 h 2967"/>
                                  <a:gd name="T30" fmla="*/ 771 w 1006"/>
                                  <a:gd name="T31" fmla="*/ 2280 h 2967"/>
                                  <a:gd name="T32" fmla="*/ 660 w 1006"/>
                                  <a:gd name="T33" fmla="*/ 1901 h 2967"/>
                                  <a:gd name="T34" fmla="*/ 531 w 1006"/>
                                  <a:gd name="T35" fmla="*/ 1583 h 2967"/>
                                  <a:gd name="T36" fmla="*/ 411 w 1006"/>
                                  <a:gd name="T37" fmla="*/ 1329 h 2967"/>
                                  <a:gd name="T38" fmla="*/ 236 w 1006"/>
                                  <a:gd name="T39" fmla="*/ 1001 h 2967"/>
                                  <a:gd name="T40" fmla="*/ 88 w 1006"/>
                                  <a:gd name="T41" fmla="*/ 641 h 2967"/>
                                  <a:gd name="T42" fmla="*/ 14 w 1006"/>
                                  <a:gd name="T43" fmla="*/ 364 h 2967"/>
                                  <a:gd name="T44" fmla="*/ 0 w 1006"/>
                                  <a:gd name="T45" fmla="*/ 193 h 2967"/>
                                  <a:gd name="T46" fmla="*/ 5 w 1006"/>
                                  <a:gd name="T47" fmla="*/ 0 h 29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06" h="2967">
                                    <a:moveTo>
                                      <a:pt x="5" y="0"/>
                                    </a:moveTo>
                                    <a:lnTo>
                                      <a:pt x="19" y="120"/>
                                    </a:lnTo>
                                    <a:lnTo>
                                      <a:pt x="28" y="300"/>
                                    </a:lnTo>
                                    <a:lnTo>
                                      <a:pt x="60" y="484"/>
                                    </a:lnTo>
                                    <a:lnTo>
                                      <a:pt x="143" y="733"/>
                                    </a:lnTo>
                                    <a:lnTo>
                                      <a:pt x="240" y="973"/>
                                    </a:lnTo>
                                    <a:lnTo>
                                      <a:pt x="383" y="1236"/>
                                    </a:lnTo>
                                    <a:lnTo>
                                      <a:pt x="503" y="1467"/>
                                    </a:lnTo>
                                    <a:lnTo>
                                      <a:pt x="596" y="1666"/>
                                    </a:lnTo>
                                    <a:lnTo>
                                      <a:pt x="702" y="1961"/>
                                    </a:lnTo>
                                    <a:lnTo>
                                      <a:pt x="808" y="2307"/>
                                    </a:lnTo>
                                    <a:lnTo>
                                      <a:pt x="919" y="2690"/>
                                    </a:lnTo>
                                    <a:lnTo>
                                      <a:pt x="970" y="2847"/>
                                    </a:lnTo>
                                    <a:lnTo>
                                      <a:pt x="1006" y="2967"/>
                                    </a:lnTo>
                                    <a:lnTo>
                                      <a:pt x="933" y="2787"/>
                                    </a:lnTo>
                                    <a:lnTo>
                                      <a:pt x="771" y="2280"/>
                                    </a:lnTo>
                                    <a:lnTo>
                                      <a:pt x="660" y="1901"/>
                                    </a:lnTo>
                                    <a:lnTo>
                                      <a:pt x="531" y="1583"/>
                                    </a:lnTo>
                                    <a:lnTo>
                                      <a:pt x="411" y="1329"/>
                                    </a:lnTo>
                                    <a:lnTo>
                                      <a:pt x="236" y="1001"/>
                                    </a:lnTo>
                                    <a:lnTo>
                                      <a:pt x="88" y="641"/>
                                    </a:lnTo>
                                    <a:lnTo>
                                      <a:pt x="14" y="364"/>
                                    </a:lnTo>
                                    <a:lnTo>
                                      <a:pt x="0" y="193"/>
                                    </a:lnTo>
                                    <a:lnTo>
                                      <a:pt x="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7E3EC9" id="Freeform 472" o:spid="_x0000_s1026" style="position:absolute;margin-left:301.9pt;margin-top:187.95pt;width:50.3pt;height:148.35pt;z-index:251634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6,2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" path="m5,l19,120r9,180l60,484r83,249l240,973r143,263l503,1467r93,199l702,1961r106,346l919,2690r51,157l1006,2967,933,2787,771,2280,660,1901,531,1583,411,1329,236,1001,88,641,14,364,,193,5,xe" fillcolor="#333">
                      <v:path arrowok="t" o:connecttype="custom" o:connectlocs="3175,0;12065,76200;17780,190500;38100,307340;90805,465455;152400,617855;243205,784860;319405,931545;378460,1057910;445770,1245235;513080,1464945;583565,1708150;615950,1807845;638810,1884045;592455,1769745;489585,1447800;419100,1207135;337185,1005205;260985,843915;149860,635635;55880,407035;8890,231140;0,122555;3175,0" o:connectangles="0,0,0,0,0,0,0,0,0,0,0,0,0,0,0,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5192" behindDoc="0" locked="0" layoutInCell="1" allowOverlap="1">
                      <wp:simplePos x="0" y="0"/>
                      <wp:positionH relativeFrom="column">
                        <wp:posOffset>3415030</wp:posOffset>
                      </wp:positionH>
                      <wp:positionV relativeFrom="paragraph">
                        <wp:posOffset>1802130</wp:posOffset>
                      </wp:positionV>
                      <wp:extent cx="432435" cy="622935"/>
                      <wp:effectExtent l="48895" t="41910" r="13970" b="49530"/>
                      <wp:wrapNone/>
                      <wp:docPr id="48" name="Freeform 4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2435" cy="622935"/>
                              </a:xfrm>
                              <a:custGeom>
                                <a:avLst/>
                                <a:gdLst>
                                  <a:gd name="T0" fmla="*/ 0 w 681"/>
                                  <a:gd name="T1" fmla="*/ 0 h 981"/>
                                  <a:gd name="T2" fmla="*/ 92 w 681"/>
                                  <a:gd name="T3" fmla="*/ 53 h 981"/>
                                  <a:gd name="T4" fmla="*/ 212 w 681"/>
                                  <a:gd name="T5" fmla="*/ 155 h 981"/>
                                  <a:gd name="T6" fmla="*/ 409 w 681"/>
                                  <a:gd name="T7" fmla="*/ 360 h 981"/>
                                  <a:gd name="T8" fmla="*/ 529 w 681"/>
                                  <a:gd name="T9" fmla="*/ 494 h 981"/>
                                  <a:gd name="T10" fmla="*/ 600 w 681"/>
                                  <a:gd name="T11" fmla="*/ 607 h 981"/>
                                  <a:gd name="T12" fmla="*/ 646 w 681"/>
                                  <a:gd name="T13" fmla="*/ 706 h 981"/>
                                  <a:gd name="T14" fmla="*/ 681 w 681"/>
                                  <a:gd name="T15" fmla="*/ 851 h 981"/>
                                  <a:gd name="T16" fmla="*/ 670 w 681"/>
                                  <a:gd name="T17" fmla="*/ 981 h 981"/>
                                  <a:gd name="T18" fmla="*/ 642 w 681"/>
                                  <a:gd name="T19" fmla="*/ 801 h 981"/>
                                  <a:gd name="T20" fmla="*/ 589 w 681"/>
                                  <a:gd name="T21" fmla="*/ 632 h 981"/>
                                  <a:gd name="T22" fmla="*/ 409 w 681"/>
                                  <a:gd name="T23" fmla="*/ 395 h 981"/>
                                  <a:gd name="T24" fmla="*/ 144 w 681"/>
                                  <a:gd name="T25" fmla="*/ 124 h 981"/>
                                  <a:gd name="T26" fmla="*/ 0 w 681"/>
                                  <a:gd name="T27" fmla="*/ 0 h 9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681" h="981">
                                    <a:moveTo>
                                      <a:pt x="0" y="0"/>
                                    </a:moveTo>
                                    <a:lnTo>
                                      <a:pt x="92" y="53"/>
                                    </a:lnTo>
                                    <a:lnTo>
                                      <a:pt x="212" y="155"/>
                                    </a:lnTo>
                                    <a:lnTo>
                                      <a:pt x="409" y="360"/>
                                    </a:lnTo>
                                    <a:lnTo>
                                      <a:pt x="529" y="494"/>
                                    </a:lnTo>
                                    <a:lnTo>
                                      <a:pt x="600" y="607"/>
                                    </a:lnTo>
                                    <a:lnTo>
                                      <a:pt x="646" y="706"/>
                                    </a:lnTo>
                                    <a:lnTo>
                                      <a:pt x="681" y="851"/>
                                    </a:lnTo>
                                    <a:lnTo>
                                      <a:pt x="670" y="981"/>
                                    </a:lnTo>
                                    <a:lnTo>
                                      <a:pt x="642" y="801"/>
                                    </a:lnTo>
                                    <a:lnTo>
                                      <a:pt x="589" y="632"/>
                                    </a:lnTo>
                                    <a:lnTo>
                                      <a:pt x="409" y="395"/>
                                    </a:lnTo>
                                    <a:lnTo>
                                      <a:pt x="144" y="12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E634F5" id="Freeform 471" o:spid="_x0000_s1026" style="position:absolute;margin-left:268.9pt;margin-top:141.9pt;width:34.05pt;height:49.05pt;z-index:251635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1,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" path="m,l92,53,212,155,409,360,529,494r71,113l646,706r35,145l670,981,642,801,589,632,409,395,144,124,,xe" fillcolor="#333">
                      <v:path arrowok="t" o:connecttype="custom" o:connectlocs="0,0;58420,33655;134620,98425;259715,228600;335915,313690;381000,385445;410210,448310;432435,540385;425450,622935;407670,508635;374015,401320;259715,250825;91440,78740;0,0" o:connectangles="0,0,0,0,0,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7" behindDoc="0" locked="0" layoutInCell="1" allowOverlap="1">
                      <wp:simplePos x="0" y="0"/>
                      <wp:positionH relativeFrom="column">
                        <wp:posOffset>3484245</wp:posOffset>
                      </wp:positionH>
                      <wp:positionV relativeFrom="paragraph">
                        <wp:posOffset>1719580</wp:posOffset>
                      </wp:positionV>
                      <wp:extent cx="417195" cy="414655"/>
                      <wp:effectExtent l="51435" t="54610" r="55245" b="45085"/>
                      <wp:wrapNone/>
                      <wp:docPr id="47" name="Freeform 4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414655"/>
                              </a:xfrm>
                              <a:custGeom>
                                <a:avLst/>
                                <a:gdLst>
                                  <a:gd name="T0" fmla="*/ 0 w 657"/>
                                  <a:gd name="T1" fmla="*/ 0 h 653"/>
                                  <a:gd name="T2" fmla="*/ 106 w 657"/>
                                  <a:gd name="T3" fmla="*/ 137 h 653"/>
                                  <a:gd name="T4" fmla="*/ 283 w 657"/>
                                  <a:gd name="T5" fmla="*/ 317 h 653"/>
                                  <a:gd name="T6" fmla="*/ 445 w 657"/>
                                  <a:gd name="T7" fmla="*/ 487 h 653"/>
                                  <a:gd name="T8" fmla="*/ 547 w 657"/>
                                  <a:gd name="T9" fmla="*/ 589 h 653"/>
                                  <a:gd name="T10" fmla="*/ 657 w 657"/>
                                  <a:gd name="T11" fmla="*/ 653 h 653"/>
                                  <a:gd name="T12" fmla="*/ 537 w 657"/>
                                  <a:gd name="T13" fmla="*/ 554 h 653"/>
                                  <a:gd name="T14" fmla="*/ 374 w 657"/>
                                  <a:gd name="T15" fmla="*/ 374 h 653"/>
                                  <a:gd name="T16" fmla="*/ 194 w 657"/>
                                  <a:gd name="T17" fmla="*/ 187 h 653"/>
                                  <a:gd name="T18" fmla="*/ 0 w 657"/>
                                  <a:gd name="T19" fmla="*/ 0 h 6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657" h="653">
                                    <a:moveTo>
                                      <a:pt x="0" y="0"/>
                                    </a:moveTo>
                                    <a:lnTo>
                                      <a:pt x="106" y="137"/>
                                    </a:lnTo>
                                    <a:lnTo>
                                      <a:pt x="283" y="317"/>
                                    </a:lnTo>
                                    <a:lnTo>
                                      <a:pt x="445" y="487"/>
                                    </a:lnTo>
                                    <a:lnTo>
                                      <a:pt x="547" y="589"/>
                                    </a:lnTo>
                                    <a:lnTo>
                                      <a:pt x="657" y="653"/>
                                    </a:lnTo>
                                    <a:lnTo>
                                      <a:pt x="537" y="554"/>
                                    </a:lnTo>
                                    <a:lnTo>
                                      <a:pt x="374" y="374"/>
                                    </a:lnTo>
                                    <a:lnTo>
                                      <a:pt x="194" y="18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F41077" id="Freeform 470" o:spid="_x0000_s1026" style="position:absolute;margin-left:274.35pt;margin-top:135.4pt;width:32.85pt;height:32.65pt;z-index:251636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7,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" path="m,l106,137,283,317,445,487,547,589r110,64l537,554,374,374,194,187,,xe" fillcolor="#333">
                      <v:path arrowok="t" o:connecttype="custom" o:connectlocs="0,0;67310,86995;179705,201295;282575,309245;347345,374015;417195,414655;340995,351790;237490,237490;123190,118745;0,0" o:connectangles="0,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7" behindDoc="0" locked="0" layoutInCell="1" allowOverlap="1">
                      <wp:simplePos x="0" y="0"/>
                      <wp:positionH relativeFrom="column">
                        <wp:posOffset>1033780</wp:posOffset>
                      </wp:positionH>
                      <wp:positionV relativeFrom="paragraph">
                        <wp:posOffset>606425</wp:posOffset>
                      </wp:positionV>
                      <wp:extent cx="882650" cy="292100"/>
                      <wp:effectExtent l="39370" t="27305" r="11430" b="71120"/>
                      <wp:wrapNone/>
                      <wp:docPr id="46" name="Freeform 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2650" cy="292100"/>
                              </a:xfrm>
                              <a:custGeom>
                                <a:avLst/>
                                <a:gdLst>
                                  <a:gd name="T0" fmla="*/ 0 w 1390"/>
                                  <a:gd name="T1" fmla="*/ 0 h 460"/>
                                  <a:gd name="T2" fmla="*/ 65 w 1390"/>
                                  <a:gd name="T3" fmla="*/ 43 h 460"/>
                                  <a:gd name="T4" fmla="*/ 156 w 1390"/>
                                  <a:gd name="T5" fmla="*/ 74 h 460"/>
                                  <a:gd name="T6" fmla="*/ 396 w 1390"/>
                                  <a:gd name="T7" fmla="*/ 136 h 460"/>
                                  <a:gd name="T8" fmla="*/ 658 w 1390"/>
                                  <a:gd name="T9" fmla="*/ 218 h 460"/>
                                  <a:gd name="T10" fmla="*/ 1222 w 1390"/>
                                  <a:gd name="T11" fmla="*/ 400 h 460"/>
                                  <a:gd name="T12" fmla="*/ 1390 w 1390"/>
                                  <a:gd name="T13" fmla="*/ 460 h 460"/>
                                  <a:gd name="T14" fmla="*/ 1145 w 1390"/>
                                  <a:gd name="T15" fmla="*/ 357 h 460"/>
                                  <a:gd name="T16" fmla="*/ 840 w 1390"/>
                                  <a:gd name="T17" fmla="*/ 249 h 460"/>
                                  <a:gd name="T18" fmla="*/ 514 w 1390"/>
                                  <a:gd name="T19" fmla="*/ 151 h 460"/>
                                  <a:gd name="T20" fmla="*/ 195 w 1390"/>
                                  <a:gd name="T21" fmla="*/ 60 h 460"/>
                                  <a:gd name="T22" fmla="*/ 0 w 1390"/>
                                  <a:gd name="T23" fmla="*/ 0 h 4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390" h="460">
                                    <a:moveTo>
                                      <a:pt x="0" y="0"/>
                                    </a:moveTo>
                                    <a:lnTo>
                                      <a:pt x="65" y="43"/>
                                    </a:lnTo>
                                    <a:lnTo>
                                      <a:pt x="156" y="74"/>
                                    </a:lnTo>
                                    <a:lnTo>
                                      <a:pt x="396" y="136"/>
                                    </a:lnTo>
                                    <a:lnTo>
                                      <a:pt x="658" y="218"/>
                                    </a:lnTo>
                                    <a:lnTo>
                                      <a:pt x="1222" y="400"/>
                                    </a:lnTo>
                                    <a:lnTo>
                                      <a:pt x="1390" y="460"/>
                                    </a:lnTo>
                                    <a:lnTo>
                                      <a:pt x="1145" y="357"/>
                                    </a:lnTo>
                                    <a:lnTo>
                                      <a:pt x="840" y="249"/>
                                    </a:lnTo>
                                    <a:lnTo>
                                      <a:pt x="514" y="151"/>
                                    </a:lnTo>
                                    <a:lnTo>
                                      <a:pt x="195" y="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048190" id="Freeform 466" o:spid="_x0000_s1026" style="position:absolute;margin-left:81.4pt;margin-top:47.75pt;width:69.5pt;height:23pt;z-index:2516403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90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" path="m,l65,43r91,31l396,136r262,82l1222,400r168,60l1145,357,840,249,514,151,195,60,,xe" fillcolor="#333">
                      <v:path arrowok="t" o:connecttype="custom" o:connectlocs="0,0;41275,27305;99060,46990;251460,86360;417830,138430;775970,254000;882650,292100;727075,226695;533400,158115;326390,95885;123825,38100;0,0" o:connectangles="0,0,0,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1342" behindDoc="0" locked="0" layoutInCell="1" allowOverlap="1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555625</wp:posOffset>
                      </wp:positionV>
                      <wp:extent cx="352425" cy="254635"/>
                      <wp:effectExtent l="35560" t="5080" r="21590" b="35560"/>
                      <wp:wrapNone/>
                      <wp:docPr id="45" name="Freeform 4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2425" cy="254635"/>
                              </a:xfrm>
                              <a:custGeom>
                                <a:avLst/>
                                <a:gdLst>
                                  <a:gd name="T0" fmla="*/ 0 w 555"/>
                                  <a:gd name="T1" fmla="*/ 17 h 401"/>
                                  <a:gd name="T2" fmla="*/ 51 w 555"/>
                                  <a:gd name="T3" fmla="*/ 0 h 401"/>
                                  <a:gd name="T4" fmla="*/ 104 w 555"/>
                                  <a:gd name="T5" fmla="*/ 0 h 401"/>
                                  <a:gd name="T6" fmla="*/ 202 w 555"/>
                                  <a:gd name="T7" fmla="*/ 34 h 401"/>
                                  <a:gd name="T8" fmla="*/ 279 w 555"/>
                                  <a:gd name="T9" fmla="*/ 82 h 401"/>
                                  <a:gd name="T10" fmla="*/ 401 w 555"/>
                                  <a:gd name="T11" fmla="*/ 173 h 401"/>
                                  <a:gd name="T12" fmla="*/ 531 w 555"/>
                                  <a:gd name="T13" fmla="*/ 322 h 401"/>
                                  <a:gd name="T14" fmla="*/ 555 w 555"/>
                                  <a:gd name="T15" fmla="*/ 401 h 401"/>
                                  <a:gd name="T16" fmla="*/ 449 w 555"/>
                                  <a:gd name="T17" fmla="*/ 257 h 401"/>
                                  <a:gd name="T18" fmla="*/ 315 w 555"/>
                                  <a:gd name="T19" fmla="*/ 137 h 401"/>
                                  <a:gd name="T20" fmla="*/ 166 w 555"/>
                                  <a:gd name="T21" fmla="*/ 46 h 401"/>
                                  <a:gd name="T22" fmla="*/ 63 w 555"/>
                                  <a:gd name="T23" fmla="*/ 17 h 401"/>
                                  <a:gd name="T24" fmla="*/ 0 w 555"/>
                                  <a:gd name="T25" fmla="*/ 17 h 4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55" h="401">
                                    <a:moveTo>
                                      <a:pt x="0" y="17"/>
                                    </a:moveTo>
                                    <a:lnTo>
                                      <a:pt x="51" y="0"/>
                                    </a:lnTo>
                                    <a:lnTo>
                                      <a:pt x="104" y="0"/>
                                    </a:lnTo>
                                    <a:lnTo>
                                      <a:pt x="202" y="34"/>
                                    </a:lnTo>
                                    <a:lnTo>
                                      <a:pt x="279" y="82"/>
                                    </a:lnTo>
                                    <a:lnTo>
                                      <a:pt x="401" y="173"/>
                                    </a:lnTo>
                                    <a:lnTo>
                                      <a:pt x="531" y="322"/>
                                    </a:lnTo>
                                    <a:lnTo>
                                      <a:pt x="555" y="401"/>
                                    </a:lnTo>
                                    <a:lnTo>
                                      <a:pt x="449" y="257"/>
                                    </a:lnTo>
                                    <a:lnTo>
                                      <a:pt x="315" y="137"/>
                                    </a:lnTo>
                                    <a:lnTo>
                                      <a:pt x="166" y="46"/>
                                    </a:lnTo>
                                    <a:lnTo>
                                      <a:pt x="63" y="17"/>
                                    </a:lnTo>
                                    <a:lnTo>
                                      <a:pt x="0" y="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3FFDA8" id="Freeform 465" o:spid="_x0000_s1026" style="position:absolute;margin-left:40.6pt;margin-top:43.75pt;width:27.75pt;height:20.05pt;z-index:2516413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5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" path="m,17l51,r53,l202,34r77,48l401,173,531,322r24,79l449,257,315,137,166,46,63,17,,17xe" fillcolor="#333">
                      <v:path arrowok="t" o:connecttype="custom" o:connectlocs="0,10795;32385,0;66040,0;128270,21590;177165,52070;254635,109855;337185,204470;352425,254635;285115,163195;200025,86995;105410,29210;40005,10795;0,10795" o:connectangles="0,0,0,0,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2367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208280</wp:posOffset>
                      </wp:positionV>
                      <wp:extent cx="594360" cy="422275"/>
                      <wp:effectExtent l="31115" t="48260" r="60325" b="15240"/>
                      <wp:wrapNone/>
                      <wp:docPr id="44" name="Freeform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4360" cy="422275"/>
                              </a:xfrm>
                              <a:custGeom>
                                <a:avLst/>
                                <a:gdLst>
                                  <a:gd name="T0" fmla="*/ 0 w 936"/>
                                  <a:gd name="T1" fmla="*/ 0 h 665"/>
                                  <a:gd name="T2" fmla="*/ 39 w 936"/>
                                  <a:gd name="T3" fmla="*/ 125 h 665"/>
                                  <a:gd name="T4" fmla="*/ 79 w 936"/>
                                  <a:gd name="T5" fmla="*/ 192 h 665"/>
                                  <a:gd name="T6" fmla="*/ 123 w 936"/>
                                  <a:gd name="T7" fmla="*/ 259 h 665"/>
                                  <a:gd name="T8" fmla="*/ 235 w 936"/>
                                  <a:gd name="T9" fmla="*/ 375 h 665"/>
                                  <a:gd name="T10" fmla="*/ 444 w 936"/>
                                  <a:gd name="T11" fmla="*/ 511 h 665"/>
                                  <a:gd name="T12" fmla="*/ 603 w 936"/>
                                  <a:gd name="T13" fmla="*/ 586 h 665"/>
                                  <a:gd name="T14" fmla="*/ 790 w 936"/>
                                  <a:gd name="T15" fmla="*/ 648 h 665"/>
                                  <a:gd name="T16" fmla="*/ 936 w 936"/>
                                  <a:gd name="T17" fmla="*/ 665 h 665"/>
                                  <a:gd name="T18" fmla="*/ 696 w 936"/>
                                  <a:gd name="T19" fmla="*/ 588 h 665"/>
                                  <a:gd name="T20" fmla="*/ 449 w 936"/>
                                  <a:gd name="T21" fmla="*/ 480 h 665"/>
                                  <a:gd name="T22" fmla="*/ 279 w 936"/>
                                  <a:gd name="T23" fmla="*/ 367 h 665"/>
                                  <a:gd name="T24" fmla="*/ 111 w 936"/>
                                  <a:gd name="T25" fmla="*/ 199 h 665"/>
                                  <a:gd name="T26" fmla="*/ 0 w 936"/>
                                  <a:gd name="T27" fmla="*/ 0 h 6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936" h="665">
                                    <a:moveTo>
                                      <a:pt x="0" y="0"/>
                                    </a:moveTo>
                                    <a:lnTo>
                                      <a:pt x="39" y="125"/>
                                    </a:lnTo>
                                    <a:lnTo>
                                      <a:pt x="79" y="192"/>
                                    </a:lnTo>
                                    <a:lnTo>
                                      <a:pt x="123" y="259"/>
                                    </a:lnTo>
                                    <a:lnTo>
                                      <a:pt x="235" y="375"/>
                                    </a:lnTo>
                                    <a:lnTo>
                                      <a:pt x="444" y="511"/>
                                    </a:lnTo>
                                    <a:lnTo>
                                      <a:pt x="603" y="586"/>
                                    </a:lnTo>
                                    <a:lnTo>
                                      <a:pt x="790" y="648"/>
                                    </a:lnTo>
                                    <a:lnTo>
                                      <a:pt x="936" y="665"/>
                                    </a:lnTo>
                                    <a:lnTo>
                                      <a:pt x="696" y="588"/>
                                    </a:lnTo>
                                    <a:lnTo>
                                      <a:pt x="449" y="480"/>
                                    </a:lnTo>
                                    <a:lnTo>
                                      <a:pt x="279" y="367"/>
                                    </a:lnTo>
                                    <a:lnTo>
                                      <a:pt x="111" y="19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C0E5B" id="Freeform 464" o:spid="_x0000_s1026" style="position:absolute;margin-left:40.25pt;margin-top:16.4pt;width:46.8pt;height:33.25pt;z-index:2516423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,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" path="m,l39,125r40,67l123,259,235,375,444,511r159,75l790,648r146,17l696,588,449,480,279,367,111,199,,xe" fillcolor="#333">
                      <v:path arrowok="t" o:connecttype="custom" o:connectlocs="0,0;24765,79375;50165,121920;78105,164465;149225,238125;281940,324485;382905,372110;501650,411480;594360,422275;441960,373380;285115,304800;177165,233045;70485,126365;0,0" o:connectangles="0,0,0,0,0,0,0,0,0,0,0,0,0,0"/>
                    </v:shape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591820</wp:posOffset>
                      </wp:positionH>
                      <wp:positionV relativeFrom="paragraph">
                        <wp:posOffset>29845</wp:posOffset>
                      </wp:positionV>
                      <wp:extent cx="306070" cy="152400"/>
                      <wp:effectExtent l="6985" t="3175" r="1270" b="6350"/>
                      <wp:wrapNone/>
                      <wp:docPr id="43" name="Text Box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B35726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5" o:spid="_x0000_s1036" type="#_x0000_t202" style="position:absolute;left:0;text-align:left;margin-left:46.6pt;margin-top:2.35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LcTogIAAFQ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B35726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578485</wp:posOffset>
                      </wp:positionV>
                      <wp:extent cx="140970" cy="829310"/>
                      <wp:effectExtent l="6985" t="8890" r="13970" b="9525"/>
                      <wp:wrapNone/>
                      <wp:docPr id="42" name="Freeform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970" cy="829310"/>
                              </a:xfrm>
                              <a:custGeom>
                                <a:avLst/>
                                <a:gdLst>
                                  <a:gd name="T0" fmla="*/ 222 w 222"/>
                                  <a:gd name="T1" fmla="*/ 0 h 1306"/>
                                  <a:gd name="T2" fmla="*/ 168 w 222"/>
                                  <a:gd name="T3" fmla="*/ 234 h 1306"/>
                                  <a:gd name="T4" fmla="*/ 66 w 222"/>
                                  <a:gd name="T5" fmla="*/ 558 h 1306"/>
                                  <a:gd name="T6" fmla="*/ 14 w 222"/>
                                  <a:gd name="T7" fmla="*/ 849 h 1306"/>
                                  <a:gd name="T8" fmla="*/ 0 w 222"/>
                                  <a:gd name="T9" fmla="*/ 1306 h 1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2" h="1306">
                                    <a:moveTo>
                                      <a:pt x="222" y="0"/>
                                    </a:moveTo>
                                    <a:cubicBezTo>
                                      <a:pt x="213" y="39"/>
                                      <a:pt x="194" y="141"/>
                                      <a:pt x="168" y="234"/>
                                    </a:cubicBezTo>
                                    <a:cubicBezTo>
                                      <a:pt x="142" y="327"/>
                                      <a:pt x="92" y="456"/>
                                      <a:pt x="66" y="558"/>
                                    </a:cubicBezTo>
                                    <a:cubicBezTo>
                                      <a:pt x="40" y="660"/>
                                      <a:pt x="25" y="724"/>
                                      <a:pt x="14" y="849"/>
                                    </a:cubicBezTo>
                                    <a:cubicBezTo>
                                      <a:pt x="3" y="974"/>
                                      <a:pt x="3" y="1211"/>
                                      <a:pt x="0" y="130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FEAA2" id="Freeform 252" o:spid="_x0000_s1026" style="position:absolute;margin-left:13.6pt;margin-top:45.55pt;width:11.1pt;height:65.3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2,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" path="m222,v-9,39,-28,141,-54,234c142,327,92,456,66,558,40,660,25,724,14,849,3,974,3,1211,,1306e" filled="f" strokecolor="gray">
                      <v:path arrowok="t" o:connecttype="custom" o:connectlocs="140970,0;106680,148590;41910,354330;8890,539115;0,829310" o:connectangles="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894080</wp:posOffset>
                      </wp:positionV>
                      <wp:extent cx="123825" cy="530860"/>
                      <wp:effectExtent l="8890" t="10160" r="10160" b="11430"/>
                      <wp:wrapNone/>
                      <wp:docPr id="41" name="Freeform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825" cy="530860"/>
                              </a:xfrm>
                              <a:custGeom>
                                <a:avLst/>
                                <a:gdLst>
                                  <a:gd name="T0" fmla="*/ 195 w 195"/>
                                  <a:gd name="T1" fmla="*/ 289 h 836"/>
                                  <a:gd name="T2" fmla="*/ 140 w 195"/>
                                  <a:gd name="T3" fmla="*/ 30 h 836"/>
                                  <a:gd name="T4" fmla="*/ 78 w 195"/>
                                  <a:gd name="T5" fmla="*/ 107 h 836"/>
                                  <a:gd name="T6" fmla="*/ 20 w 195"/>
                                  <a:gd name="T7" fmla="*/ 413 h 836"/>
                                  <a:gd name="T8" fmla="*/ 0 w 195"/>
                                  <a:gd name="T9" fmla="*/ 836 h 8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95" h="836">
                                    <a:moveTo>
                                      <a:pt x="195" y="289"/>
                                    </a:moveTo>
                                    <a:cubicBezTo>
                                      <a:pt x="188" y="246"/>
                                      <a:pt x="159" y="60"/>
                                      <a:pt x="140" y="30"/>
                                    </a:cubicBezTo>
                                    <a:cubicBezTo>
                                      <a:pt x="121" y="0"/>
                                      <a:pt x="98" y="43"/>
                                      <a:pt x="78" y="107"/>
                                    </a:cubicBezTo>
                                    <a:cubicBezTo>
                                      <a:pt x="58" y="171"/>
                                      <a:pt x="33" y="292"/>
                                      <a:pt x="20" y="413"/>
                                    </a:cubicBezTo>
                                    <a:cubicBezTo>
                                      <a:pt x="7" y="534"/>
                                      <a:pt x="4" y="748"/>
                                      <a:pt x="0" y="83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F9A726" id="Freeform 249" o:spid="_x0000_s1026" style="position:absolute;margin-left:19.75pt;margin-top:70.4pt;width:9.75pt;height:41.8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5,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" path="m195,289c188,246,159,60,140,30,121,,98,43,78,107,58,171,33,292,20,413,7,534,4,748,,836e" filled="f" strokecolor="gray">
                      <v:path arrowok="t" o:connecttype="custom" o:connectlocs="123825,183515;88900,19050;49530,67945;12700,262255;0,530860" o:connectangles="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560705</wp:posOffset>
                      </wp:positionV>
                      <wp:extent cx="444500" cy="353695"/>
                      <wp:effectExtent l="7620" t="10160" r="5080" b="7620"/>
                      <wp:wrapNone/>
                      <wp:docPr id="40" name="Freeform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444500" cy="353695"/>
                              </a:xfrm>
                              <a:custGeom>
                                <a:avLst/>
                                <a:gdLst>
                                  <a:gd name="T0" fmla="*/ 0 w 700"/>
                                  <a:gd name="T1" fmla="*/ 557 h 557"/>
                                  <a:gd name="T2" fmla="*/ 122 w 700"/>
                                  <a:gd name="T3" fmla="*/ 358 h 557"/>
                                  <a:gd name="T4" fmla="*/ 249 w 700"/>
                                  <a:gd name="T5" fmla="*/ 202 h 557"/>
                                  <a:gd name="T6" fmla="*/ 434 w 700"/>
                                  <a:gd name="T7" fmla="*/ 65 h 557"/>
                                  <a:gd name="T8" fmla="*/ 602 w 700"/>
                                  <a:gd name="T9" fmla="*/ 5 h 557"/>
                                  <a:gd name="T10" fmla="*/ 700 w 700"/>
                                  <a:gd name="T11" fmla="*/ 32 h 5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00" h="557">
                                    <a:moveTo>
                                      <a:pt x="0" y="557"/>
                                    </a:moveTo>
                                    <a:cubicBezTo>
                                      <a:pt x="40" y="487"/>
                                      <a:pt x="81" y="417"/>
                                      <a:pt x="122" y="358"/>
                                    </a:cubicBezTo>
                                    <a:cubicBezTo>
                                      <a:pt x="163" y="299"/>
                                      <a:pt x="197" y="251"/>
                                      <a:pt x="249" y="202"/>
                                    </a:cubicBezTo>
                                    <a:cubicBezTo>
                                      <a:pt x="301" y="153"/>
                                      <a:pt x="375" y="98"/>
                                      <a:pt x="434" y="65"/>
                                    </a:cubicBezTo>
                                    <a:cubicBezTo>
                                      <a:pt x="493" y="32"/>
                                      <a:pt x="558" y="10"/>
                                      <a:pt x="602" y="5"/>
                                    </a:cubicBezTo>
                                    <a:cubicBezTo>
                                      <a:pt x="646" y="0"/>
                                      <a:pt x="673" y="16"/>
                                      <a:pt x="700" y="32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017811" id="Freeform 250" o:spid="_x0000_s1026" style="position:absolute;margin-left:38.4pt;margin-top:44.15pt;width:35pt;height:27.85pt;flip:x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0,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" path="m,557c40,487,81,417,122,358,163,299,197,251,249,202,301,153,375,98,434,65,493,32,558,10,602,5v44,-5,71,11,98,27e" filled="f">
                      <v:path arrowok="t" o:connecttype="custom" o:connectlocs="0,353695;77470,227330;158115,128270;275590,41275;382270,3175;444500,20320" o:connectangles="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567055</wp:posOffset>
                      </wp:positionV>
                      <wp:extent cx="99695" cy="487680"/>
                      <wp:effectExtent l="8890" t="6985" r="5715" b="10160"/>
                      <wp:wrapNone/>
                      <wp:docPr id="39" name="Freeform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9695" cy="487680"/>
                              </a:xfrm>
                              <a:custGeom>
                                <a:avLst/>
                                <a:gdLst>
                                  <a:gd name="T0" fmla="*/ 157 w 157"/>
                                  <a:gd name="T1" fmla="*/ 0 h 768"/>
                                  <a:gd name="T2" fmla="*/ 80 w 157"/>
                                  <a:gd name="T3" fmla="*/ 53 h 768"/>
                                  <a:gd name="T4" fmla="*/ 19 w 157"/>
                                  <a:gd name="T5" fmla="*/ 186 h 768"/>
                                  <a:gd name="T6" fmla="*/ 1 w 157"/>
                                  <a:gd name="T7" fmla="*/ 444 h 768"/>
                                  <a:gd name="T8" fmla="*/ 24 w 157"/>
                                  <a:gd name="T9" fmla="*/ 768 h 7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7" h="768">
                                    <a:moveTo>
                                      <a:pt x="157" y="0"/>
                                    </a:moveTo>
                                    <a:cubicBezTo>
                                      <a:pt x="144" y="9"/>
                                      <a:pt x="103" y="22"/>
                                      <a:pt x="80" y="53"/>
                                    </a:cubicBezTo>
                                    <a:cubicBezTo>
                                      <a:pt x="57" y="84"/>
                                      <a:pt x="32" y="121"/>
                                      <a:pt x="19" y="186"/>
                                    </a:cubicBezTo>
                                    <a:cubicBezTo>
                                      <a:pt x="6" y="251"/>
                                      <a:pt x="0" y="347"/>
                                      <a:pt x="1" y="444"/>
                                    </a:cubicBezTo>
                                    <a:cubicBezTo>
                                      <a:pt x="2" y="541"/>
                                      <a:pt x="19" y="701"/>
                                      <a:pt x="24" y="768"/>
                                    </a:cubicBezTo>
                                  </a:path>
                                </a:pathLst>
                              </a:custGeom>
                              <a:noFill/>
                              <a:ln w="9525" cmpd="sng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B835B5" id="Freeform 248" o:spid="_x0000_s1026" style="position:absolute;margin-left:32.5pt;margin-top:44.65pt;width:7.85pt;height:38.4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7,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" path="m157,c144,9,103,22,80,53,57,84,32,121,19,186,6,251,,347,1,444v1,97,18,257,23,324e" filled="f" strokecolor="gray">
                      <v:path arrowok="t" o:connecttype="custom" o:connectlocs="99695,0;50800,33655;12065,118110;635,281940;15240,487680" o:connectangles="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5676265</wp:posOffset>
                      </wp:positionH>
                      <wp:positionV relativeFrom="paragraph">
                        <wp:posOffset>4425950</wp:posOffset>
                      </wp:positionV>
                      <wp:extent cx="75565" cy="40005"/>
                      <wp:effectExtent l="0" t="17780" r="5080" b="27940"/>
                      <wp:wrapNone/>
                      <wp:docPr id="38" name="Freeform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75565" cy="40005"/>
                              </a:xfrm>
                              <a:custGeom>
                                <a:avLst/>
                                <a:gdLst>
                                  <a:gd name="T0" fmla="*/ 71 w 99"/>
                                  <a:gd name="T1" fmla="*/ 1 h 52"/>
                                  <a:gd name="T2" fmla="*/ 92 w 99"/>
                                  <a:gd name="T3" fmla="*/ 18 h 52"/>
                                  <a:gd name="T4" fmla="*/ 92 w 99"/>
                                  <a:gd name="T5" fmla="*/ 47 h 52"/>
                                  <a:gd name="T6" fmla="*/ 49 w 99"/>
                                  <a:gd name="T7" fmla="*/ 49 h 52"/>
                                  <a:gd name="T8" fmla="*/ 6 w 99"/>
                                  <a:gd name="T9" fmla="*/ 47 h 52"/>
                                  <a:gd name="T10" fmla="*/ 13 w 99"/>
                                  <a:gd name="T11" fmla="*/ 23 h 52"/>
                                  <a:gd name="T12" fmla="*/ 71 w 99"/>
                                  <a:gd name="T13" fmla="*/ 1 h 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99" h="52">
                                    <a:moveTo>
                                      <a:pt x="71" y="1"/>
                                    </a:moveTo>
                                    <a:cubicBezTo>
                                      <a:pt x="84" y="0"/>
                                      <a:pt x="89" y="10"/>
                                      <a:pt x="92" y="18"/>
                                    </a:cubicBezTo>
                                    <a:cubicBezTo>
                                      <a:pt x="95" y="26"/>
                                      <a:pt x="99" y="42"/>
                                      <a:pt x="92" y="47"/>
                                    </a:cubicBezTo>
                                    <a:cubicBezTo>
                                      <a:pt x="85" y="52"/>
                                      <a:pt x="63" y="49"/>
                                      <a:pt x="49" y="49"/>
                                    </a:cubicBezTo>
                                    <a:cubicBezTo>
                                      <a:pt x="35" y="49"/>
                                      <a:pt x="12" y="51"/>
                                      <a:pt x="6" y="47"/>
                                    </a:cubicBezTo>
                                    <a:cubicBezTo>
                                      <a:pt x="0" y="43"/>
                                      <a:pt x="2" y="29"/>
                                      <a:pt x="13" y="23"/>
                                    </a:cubicBezTo>
                                    <a:cubicBezTo>
                                      <a:pt x="24" y="17"/>
                                      <a:pt x="58" y="2"/>
                                      <a:pt x="71" y="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A375F" id="Freeform 246" o:spid="_x0000_s1026" style="position:absolute;margin-left:446.95pt;margin-top:348.5pt;width:5.95pt;height:3.15pt;rotation:-2627550fd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,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" path="m71,1c84,,89,10,92,18v3,8,7,24,,29c85,52,63,49,49,49,35,49,12,51,6,47,,43,2,29,13,23,24,17,58,2,71,1xe" fillcolor="silver" strokecolor="gray">
                      <v:path arrowok="t" o:connecttype="custom" o:connectlocs="54193,769;70222,13848;70222,36158;37401,37697;4580,36158;9923,17695;54193,769" o:connectangles="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4704715</wp:posOffset>
                      </wp:positionH>
                      <wp:positionV relativeFrom="paragraph">
                        <wp:posOffset>4463415</wp:posOffset>
                      </wp:positionV>
                      <wp:extent cx="432435" cy="428625"/>
                      <wp:effectExtent l="90805" t="0" r="86360" b="0"/>
                      <wp:wrapNone/>
                      <wp:docPr id="37" name="Freeform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432435" cy="428625"/>
                              </a:xfrm>
                              <a:custGeom>
                                <a:avLst/>
                                <a:gdLst>
                                  <a:gd name="T0" fmla="*/ 555 w 567"/>
                                  <a:gd name="T1" fmla="*/ 559 h 562"/>
                                  <a:gd name="T2" fmla="*/ 495 w 567"/>
                                  <a:gd name="T3" fmla="*/ 427 h 562"/>
                                  <a:gd name="T4" fmla="*/ 423 w 567"/>
                                  <a:gd name="T5" fmla="*/ 253 h 562"/>
                                  <a:gd name="T6" fmla="*/ 303 w 567"/>
                                  <a:gd name="T7" fmla="*/ 121 h 562"/>
                                  <a:gd name="T8" fmla="*/ 99 w 567"/>
                                  <a:gd name="T9" fmla="*/ 49 h 562"/>
                                  <a:gd name="T10" fmla="*/ 9 w 567"/>
                                  <a:gd name="T11" fmla="*/ 1 h 562"/>
                                  <a:gd name="T12" fmla="*/ 45 w 567"/>
                                  <a:gd name="T13" fmla="*/ 43 h 562"/>
                                  <a:gd name="T14" fmla="*/ 141 w 567"/>
                                  <a:gd name="T15" fmla="*/ 97 h 562"/>
                                  <a:gd name="T16" fmla="*/ 237 w 567"/>
                                  <a:gd name="T17" fmla="*/ 193 h 562"/>
                                  <a:gd name="T18" fmla="*/ 321 w 567"/>
                                  <a:gd name="T19" fmla="*/ 307 h 562"/>
                                  <a:gd name="T20" fmla="*/ 423 w 567"/>
                                  <a:gd name="T21" fmla="*/ 445 h 562"/>
                                  <a:gd name="T22" fmla="*/ 555 w 567"/>
                                  <a:gd name="T23" fmla="*/ 559 h 5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567" h="562">
                                    <a:moveTo>
                                      <a:pt x="555" y="559"/>
                                    </a:moveTo>
                                    <a:cubicBezTo>
                                      <a:pt x="567" y="556"/>
                                      <a:pt x="517" y="478"/>
                                      <a:pt x="495" y="427"/>
                                    </a:cubicBezTo>
                                    <a:cubicBezTo>
                                      <a:pt x="473" y="376"/>
                                      <a:pt x="455" y="304"/>
                                      <a:pt x="423" y="253"/>
                                    </a:cubicBezTo>
                                    <a:cubicBezTo>
                                      <a:pt x="391" y="202"/>
                                      <a:pt x="357" y="155"/>
                                      <a:pt x="303" y="121"/>
                                    </a:cubicBezTo>
                                    <a:cubicBezTo>
                                      <a:pt x="249" y="87"/>
                                      <a:pt x="148" y="69"/>
                                      <a:pt x="99" y="49"/>
                                    </a:cubicBezTo>
                                    <a:cubicBezTo>
                                      <a:pt x="50" y="29"/>
                                      <a:pt x="18" y="2"/>
                                      <a:pt x="9" y="1"/>
                                    </a:cubicBezTo>
                                    <a:cubicBezTo>
                                      <a:pt x="0" y="0"/>
                                      <a:pt x="23" y="27"/>
                                      <a:pt x="45" y="43"/>
                                    </a:cubicBezTo>
                                    <a:cubicBezTo>
                                      <a:pt x="67" y="59"/>
                                      <a:pt x="109" y="72"/>
                                      <a:pt x="141" y="97"/>
                                    </a:cubicBezTo>
                                    <a:cubicBezTo>
                                      <a:pt x="173" y="122"/>
                                      <a:pt x="207" y="158"/>
                                      <a:pt x="237" y="193"/>
                                    </a:cubicBezTo>
                                    <a:cubicBezTo>
                                      <a:pt x="267" y="228"/>
                                      <a:pt x="290" y="265"/>
                                      <a:pt x="321" y="307"/>
                                    </a:cubicBezTo>
                                    <a:cubicBezTo>
                                      <a:pt x="352" y="349"/>
                                      <a:pt x="384" y="406"/>
                                      <a:pt x="423" y="445"/>
                                    </a:cubicBezTo>
                                    <a:cubicBezTo>
                                      <a:pt x="462" y="484"/>
                                      <a:pt x="543" y="562"/>
                                      <a:pt x="555" y="5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48762D" id="Freeform 245" o:spid="_x0000_s1026" style="position:absolute;margin-left:370.45pt;margin-top:351.45pt;width:34.05pt;height:33.75pt;rotation:-2627550fd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67,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<v:path arrowok="t" o:connecttype="custom" o:connectlocs="423283,426337;377523,325663;322610,192958;231090,92284;75505,37371;6864,763;34320,32795;107537,73980;180753,147197;244818,234142;322610,339392;423283,426337" o:connectangles="0,0,0,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5522595</wp:posOffset>
                      </wp:positionH>
                      <wp:positionV relativeFrom="paragraph">
                        <wp:posOffset>4392295</wp:posOffset>
                      </wp:positionV>
                      <wp:extent cx="177165" cy="105410"/>
                      <wp:effectExtent l="22860" t="0" r="19050" b="0"/>
                      <wp:wrapNone/>
                      <wp:docPr id="36" name="Freeform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177165" cy="105410"/>
                              </a:xfrm>
                              <a:custGeom>
                                <a:avLst/>
                                <a:gdLst>
                                  <a:gd name="T0" fmla="*/ 232 w 232"/>
                                  <a:gd name="T1" fmla="*/ 130 h 138"/>
                                  <a:gd name="T2" fmla="*/ 158 w 232"/>
                                  <a:gd name="T3" fmla="*/ 130 h 138"/>
                                  <a:gd name="T4" fmla="*/ 57 w 232"/>
                                  <a:gd name="T5" fmla="*/ 79 h 138"/>
                                  <a:gd name="T6" fmla="*/ 0 w 232"/>
                                  <a:gd name="T7" fmla="*/ 0 h 1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32" h="138">
                                    <a:moveTo>
                                      <a:pt x="232" y="130"/>
                                    </a:moveTo>
                                    <a:cubicBezTo>
                                      <a:pt x="220" y="130"/>
                                      <a:pt x="187" y="138"/>
                                      <a:pt x="158" y="130"/>
                                    </a:cubicBezTo>
                                    <a:cubicBezTo>
                                      <a:pt x="129" y="122"/>
                                      <a:pt x="83" y="101"/>
                                      <a:pt x="57" y="79"/>
                                    </a:cubicBezTo>
                                    <a:cubicBezTo>
                                      <a:pt x="31" y="57"/>
                                      <a:pt x="12" y="1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A850ED" id="Freeform 244" o:spid="_x0000_s1026" style="position:absolute;margin-left:434.85pt;margin-top:345.85pt;width:13.95pt;height:8.3pt;rotation:-2627550fd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,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" path="m232,130v-12,,-45,8,-74,c129,122,83,101,57,79,31,57,12,16,,e" filled="f" strokecolor="gray">
                      <v:path arrowok="t" o:connecttype="custom" o:connectlocs="177165,99299;120655,99299;43528,60343;0,0" o:connectangles="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1264285</wp:posOffset>
                      </wp:positionH>
                      <wp:positionV relativeFrom="paragraph">
                        <wp:posOffset>619125</wp:posOffset>
                      </wp:positionV>
                      <wp:extent cx="761365" cy="468630"/>
                      <wp:effectExtent l="0" t="201930" r="0" b="196215"/>
                      <wp:wrapNone/>
                      <wp:docPr id="35" name="Freeform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761365" cy="468630"/>
                              </a:xfrm>
                              <a:custGeom>
                                <a:avLst/>
                                <a:gdLst>
                                  <a:gd name="T0" fmla="*/ 0 w 998"/>
                                  <a:gd name="T1" fmla="*/ 614 h 614"/>
                                  <a:gd name="T2" fmla="*/ 144 w 998"/>
                                  <a:gd name="T3" fmla="*/ 350 h 614"/>
                                  <a:gd name="T4" fmla="*/ 523 w 998"/>
                                  <a:gd name="T5" fmla="*/ 100 h 614"/>
                                  <a:gd name="T6" fmla="*/ 998 w 998"/>
                                  <a:gd name="T7" fmla="*/ 0 h 6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998" h="614">
                                    <a:moveTo>
                                      <a:pt x="0" y="614"/>
                                    </a:moveTo>
                                    <a:cubicBezTo>
                                      <a:pt x="29" y="524"/>
                                      <a:pt x="57" y="436"/>
                                      <a:pt x="144" y="350"/>
                                    </a:cubicBezTo>
                                    <a:cubicBezTo>
                                      <a:pt x="231" y="264"/>
                                      <a:pt x="381" y="158"/>
                                      <a:pt x="523" y="100"/>
                                    </a:cubicBezTo>
                                    <a:cubicBezTo>
                                      <a:pt x="665" y="42"/>
                                      <a:pt x="899" y="21"/>
                                      <a:pt x="998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" cap="rnd" cmpd="sng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199B6C" id="Freeform 242" o:spid="_x0000_s1026" style="position:absolute;margin-left:99.55pt;margin-top:48.75pt;width:59.95pt;height:36.9pt;rotation:-2627550fd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8,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" path="m,614c29,524,57,436,144,350,231,264,381,158,523,100,665,42,899,21,998,e" filled="f" strokecolor="gray" strokeweight=".25pt">
                      <v:stroke dashstyle="1 1" endcap="round"/>
                      <v:path arrowok="t" o:connecttype="custom" o:connectlocs="0,468630;109856,267134;398992,76324;761365,0" o:connectangles="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4060825</wp:posOffset>
                      </wp:positionH>
                      <wp:positionV relativeFrom="paragraph">
                        <wp:posOffset>1678940</wp:posOffset>
                      </wp:positionV>
                      <wp:extent cx="175895" cy="692785"/>
                      <wp:effectExtent l="104140" t="0" r="81915" b="0"/>
                      <wp:wrapNone/>
                      <wp:docPr id="34" name="Freeform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175895" cy="692785"/>
                              </a:xfrm>
                              <a:custGeom>
                                <a:avLst/>
                                <a:gdLst>
                                  <a:gd name="T0" fmla="*/ 175 w 230"/>
                                  <a:gd name="T1" fmla="*/ 2 h 909"/>
                                  <a:gd name="T2" fmla="*/ 163 w 230"/>
                                  <a:gd name="T3" fmla="*/ 254 h 909"/>
                                  <a:gd name="T4" fmla="*/ 211 w 230"/>
                                  <a:gd name="T5" fmla="*/ 488 h 909"/>
                                  <a:gd name="T6" fmla="*/ 49 w 230"/>
                                  <a:gd name="T7" fmla="*/ 866 h 909"/>
                                  <a:gd name="T8" fmla="*/ 25 w 230"/>
                                  <a:gd name="T9" fmla="*/ 746 h 909"/>
                                  <a:gd name="T10" fmla="*/ 199 w 230"/>
                                  <a:gd name="T11" fmla="*/ 494 h 909"/>
                                  <a:gd name="T12" fmla="*/ 151 w 230"/>
                                  <a:gd name="T13" fmla="*/ 368 h 909"/>
                                  <a:gd name="T14" fmla="*/ 121 w 230"/>
                                  <a:gd name="T15" fmla="*/ 242 h 909"/>
                                  <a:gd name="T16" fmla="*/ 175 w 230"/>
                                  <a:gd name="T17" fmla="*/ 2 h 9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30" h="909">
                                    <a:moveTo>
                                      <a:pt x="175" y="2"/>
                                    </a:moveTo>
                                    <a:cubicBezTo>
                                      <a:pt x="182" y="4"/>
                                      <a:pt x="157" y="173"/>
                                      <a:pt x="163" y="254"/>
                                    </a:cubicBezTo>
                                    <a:cubicBezTo>
                                      <a:pt x="169" y="335"/>
                                      <a:pt x="230" y="386"/>
                                      <a:pt x="211" y="488"/>
                                    </a:cubicBezTo>
                                    <a:cubicBezTo>
                                      <a:pt x="192" y="590"/>
                                      <a:pt x="80" y="823"/>
                                      <a:pt x="49" y="866"/>
                                    </a:cubicBezTo>
                                    <a:cubicBezTo>
                                      <a:pt x="18" y="909"/>
                                      <a:pt x="0" y="808"/>
                                      <a:pt x="25" y="746"/>
                                    </a:cubicBezTo>
                                    <a:cubicBezTo>
                                      <a:pt x="50" y="684"/>
                                      <a:pt x="178" y="557"/>
                                      <a:pt x="199" y="494"/>
                                    </a:cubicBezTo>
                                    <a:cubicBezTo>
                                      <a:pt x="220" y="431"/>
                                      <a:pt x="164" y="410"/>
                                      <a:pt x="151" y="368"/>
                                    </a:cubicBezTo>
                                    <a:cubicBezTo>
                                      <a:pt x="138" y="326"/>
                                      <a:pt x="119" y="302"/>
                                      <a:pt x="121" y="242"/>
                                    </a:cubicBezTo>
                                    <a:cubicBezTo>
                                      <a:pt x="123" y="182"/>
                                      <a:pt x="168" y="0"/>
                                      <a:pt x="175" y="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E9D760" id="Freeform 241" o:spid="_x0000_s1026" style="position:absolute;margin-left:319.75pt;margin-top:132.2pt;width:13.85pt;height:54.55pt;rotation:-2627550fd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0,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" path="m175,2v7,2,-18,171,-12,252c169,335,230,386,211,488,192,590,80,823,49,866,18,909,,808,25,746,50,684,178,557,199,494,220,431,164,410,151,368,138,326,119,302,121,242,123,182,168,,175,2xe" fillcolor="#ddd" stroked="f">
                      <v:path arrowok="t" o:connecttype="custom" o:connectlocs="133833,1524;124656,193583;161365,371924;37473,660013;19119,568556;152187,376497;115479,280467;92536,184438;133833,1524" o:connectangles="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3836035</wp:posOffset>
                      </wp:positionH>
                      <wp:positionV relativeFrom="paragraph">
                        <wp:posOffset>1297305</wp:posOffset>
                      </wp:positionV>
                      <wp:extent cx="117475" cy="78105"/>
                      <wp:effectExtent l="12700" t="13335" r="12700" b="0"/>
                      <wp:wrapNone/>
                      <wp:docPr id="33" name="Freeform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117475" cy="78105"/>
                              </a:xfrm>
                              <a:custGeom>
                                <a:avLst/>
                                <a:gdLst>
                                  <a:gd name="T0" fmla="*/ 146 w 154"/>
                                  <a:gd name="T1" fmla="*/ 102 h 102"/>
                                  <a:gd name="T2" fmla="*/ 86 w 154"/>
                                  <a:gd name="T3" fmla="*/ 42 h 102"/>
                                  <a:gd name="T4" fmla="*/ 2 w 154"/>
                                  <a:gd name="T5" fmla="*/ 6 h 102"/>
                                  <a:gd name="T6" fmla="*/ 98 w 154"/>
                                  <a:gd name="T7" fmla="*/ 6 h 102"/>
                                  <a:gd name="T8" fmla="*/ 134 w 154"/>
                                  <a:gd name="T9" fmla="*/ 42 h 102"/>
                                  <a:gd name="T10" fmla="*/ 146 w 154"/>
                                  <a:gd name="T11" fmla="*/ 102 h 1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4" h="102">
                                    <a:moveTo>
                                      <a:pt x="146" y="102"/>
                                    </a:moveTo>
                                    <a:cubicBezTo>
                                      <a:pt x="138" y="102"/>
                                      <a:pt x="110" y="58"/>
                                      <a:pt x="86" y="42"/>
                                    </a:cubicBezTo>
                                    <a:cubicBezTo>
                                      <a:pt x="62" y="26"/>
                                      <a:pt x="0" y="12"/>
                                      <a:pt x="2" y="6"/>
                                    </a:cubicBezTo>
                                    <a:cubicBezTo>
                                      <a:pt x="4" y="0"/>
                                      <a:pt x="76" y="0"/>
                                      <a:pt x="98" y="6"/>
                                    </a:cubicBezTo>
                                    <a:cubicBezTo>
                                      <a:pt x="120" y="12"/>
                                      <a:pt x="128" y="27"/>
                                      <a:pt x="134" y="42"/>
                                    </a:cubicBezTo>
                                    <a:cubicBezTo>
                                      <a:pt x="140" y="57"/>
                                      <a:pt x="154" y="102"/>
                                      <a:pt x="146" y="1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C0F775" id="Freeform 240" o:spid="_x0000_s1026" style="position:absolute;margin-left:302.05pt;margin-top:102.15pt;width:9.25pt;height:6.15pt;rotation:-2627550fd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4,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" path="m146,102v-8,,-36,-44,-60,-60c62,26,,12,2,6,4,,76,,98,6v22,6,30,21,36,36c140,57,154,102,146,102xe" fillcolor="#ddd" stroked="f">
                      <v:path arrowok="t" o:connecttype="custom" o:connectlocs="111372,78105;65603,32161;1526,4594;74757,4594;102219,32161;111372,78105" o:connectangles="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1644650</wp:posOffset>
                      </wp:positionH>
                      <wp:positionV relativeFrom="paragraph">
                        <wp:posOffset>1189355</wp:posOffset>
                      </wp:positionV>
                      <wp:extent cx="140335" cy="629285"/>
                      <wp:effectExtent l="183515" t="0" r="161925" b="0"/>
                      <wp:wrapNone/>
                      <wp:docPr id="32" name="Freeform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140335" cy="629285"/>
                              </a:xfrm>
                              <a:custGeom>
                                <a:avLst/>
                                <a:gdLst>
                                  <a:gd name="T0" fmla="*/ 15 w 184"/>
                                  <a:gd name="T1" fmla="*/ 177 h 825"/>
                                  <a:gd name="T2" fmla="*/ 87 w 184"/>
                                  <a:gd name="T3" fmla="*/ 485 h 825"/>
                                  <a:gd name="T4" fmla="*/ 131 w 184"/>
                                  <a:gd name="T5" fmla="*/ 811 h 825"/>
                                  <a:gd name="T6" fmla="*/ 147 w 184"/>
                                  <a:gd name="T7" fmla="*/ 571 h 825"/>
                                  <a:gd name="T8" fmla="*/ 171 w 184"/>
                                  <a:gd name="T9" fmla="*/ 252 h 825"/>
                                  <a:gd name="T10" fmla="*/ 174 w 184"/>
                                  <a:gd name="T11" fmla="*/ 165 h 825"/>
                                  <a:gd name="T12" fmla="*/ 109 w 184"/>
                                  <a:gd name="T13" fmla="*/ 120 h 825"/>
                                  <a:gd name="T14" fmla="*/ 15 w 184"/>
                                  <a:gd name="T15" fmla="*/ 9 h 825"/>
                                  <a:gd name="T16" fmla="*/ 15 w 184"/>
                                  <a:gd name="T17" fmla="*/ 177 h 8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84" h="825">
                                    <a:moveTo>
                                      <a:pt x="15" y="177"/>
                                    </a:moveTo>
                                    <a:cubicBezTo>
                                      <a:pt x="27" y="256"/>
                                      <a:pt x="68" y="379"/>
                                      <a:pt x="87" y="485"/>
                                    </a:cubicBezTo>
                                    <a:cubicBezTo>
                                      <a:pt x="106" y="591"/>
                                      <a:pt x="121" y="797"/>
                                      <a:pt x="131" y="811"/>
                                    </a:cubicBezTo>
                                    <a:cubicBezTo>
                                      <a:pt x="141" y="825"/>
                                      <a:pt x="140" y="664"/>
                                      <a:pt x="147" y="571"/>
                                    </a:cubicBezTo>
                                    <a:cubicBezTo>
                                      <a:pt x="154" y="478"/>
                                      <a:pt x="167" y="320"/>
                                      <a:pt x="171" y="252"/>
                                    </a:cubicBezTo>
                                    <a:cubicBezTo>
                                      <a:pt x="175" y="184"/>
                                      <a:pt x="184" y="187"/>
                                      <a:pt x="174" y="165"/>
                                    </a:cubicBezTo>
                                    <a:cubicBezTo>
                                      <a:pt x="164" y="143"/>
                                      <a:pt x="136" y="146"/>
                                      <a:pt x="109" y="120"/>
                                    </a:cubicBezTo>
                                    <a:cubicBezTo>
                                      <a:pt x="82" y="94"/>
                                      <a:pt x="30" y="0"/>
                                      <a:pt x="15" y="9"/>
                                    </a:cubicBezTo>
                                    <a:cubicBezTo>
                                      <a:pt x="0" y="18"/>
                                      <a:pt x="3" y="98"/>
                                      <a:pt x="15" y="1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FE88D" id="Freeform 239" o:spid="_x0000_s1026" style="position:absolute;margin-left:129.5pt;margin-top:93.65pt;width:11.05pt;height:49.55pt;rotation:-2627550fd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4,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" path="m15,177v12,79,53,202,72,308c106,591,121,797,131,811v10,14,9,-147,16,-240c154,478,167,320,171,252v4,-68,13,-65,3,-87c164,143,136,146,109,120,82,94,30,,15,9,,18,3,98,15,177xe" fillcolor="#ddd" stroked="f">
                      <v:path arrowok="t" o:connecttype="custom" o:connectlocs="11440,135010;66354,369943;99912,618606;112115,435541;130420,192218;132708,125857;83133,91532;11440,6865;11440,135010" o:connectangles="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1769110</wp:posOffset>
                      </wp:positionH>
                      <wp:positionV relativeFrom="paragraph">
                        <wp:posOffset>234315</wp:posOffset>
                      </wp:positionV>
                      <wp:extent cx="368935" cy="453390"/>
                      <wp:effectExtent l="107950" t="0" r="104140" b="0"/>
                      <wp:wrapNone/>
                      <wp:docPr id="31" name="Freeform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368935" cy="453390"/>
                              </a:xfrm>
                              <a:custGeom>
                                <a:avLst/>
                                <a:gdLst>
                                  <a:gd name="T0" fmla="*/ 470 w 484"/>
                                  <a:gd name="T1" fmla="*/ 581 h 595"/>
                                  <a:gd name="T2" fmla="*/ 405 w 484"/>
                                  <a:gd name="T3" fmla="*/ 497 h 595"/>
                                  <a:gd name="T4" fmla="*/ 309 w 484"/>
                                  <a:gd name="T5" fmla="*/ 367 h 595"/>
                                  <a:gd name="T6" fmla="*/ 252 w 484"/>
                                  <a:gd name="T7" fmla="*/ 228 h 595"/>
                                  <a:gd name="T8" fmla="*/ 223 w 484"/>
                                  <a:gd name="T9" fmla="*/ 137 h 595"/>
                                  <a:gd name="T10" fmla="*/ 184 w 484"/>
                                  <a:gd name="T11" fmla="*/ 106 h 595"/>
                                  <a:gd name="T12" fmla="*/ 21 w 484"/>
                                  <a:gd name="T13" fmla="*/ 5 h 595"/>
                                  <a:gd name="T14" fmla="*/ 60 w 484"/>
                                  <a:gd name="T15" fmla="*/ 75 h 595"/>
                                  <a:gd name="T16" fmla="*/ 177 w 484"/>
                                  <a:gd name="T17" fmla="*/ 223 h 595"/>
                                  <a:gd name="T18" fmla="*/ 321 w 484"/>
                                  <a:gd name="T19" fmla="*/ 415 h 595"/>
                                  <a:gd name="T20" fmla="*/ 470 w 484"/>
                                  <a:gd name="T21" fmla="*/ 581 h 5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484" h="595">
                                    <a:moveTo>
                                      <a:pt x="470" y="581"/>
                                    </a:moveTo>
                                    <a:cubicBezTo>
                                      <a:pt x="484" y="595"/>
                                      <a:pt x="432" y="533"/>
                                      <a:pt x="405" y="497"/>
                                    </a:cubicBezTo>
                                    <a:cubicBezTo>
                                      <a:pt x="378" y="461"/>
                                      <a:pt x="334" y="412"/>
                                      <a:pt x="309" y="367"/>
                                    </a:cubicBezTo>
                                    <a:cubicBezTo>
                                      <a:pt x="284" y="322"/>
                                      <a:pt x="266" y="266"/>
                                      <a:pt x="252" y="228"/>
                                    </a:cubicBezTo>
                                    <a:cubicBezTo>
                                      <a:pt x="238" y="190"/>
                                      <a:pt x="234" y="157"/>
                                      <a:pt x="223" y="137"/>
                                    </a:cubicBezTo>
                                    <a:cubicBezTo>
                                      <a:pt x="212" y="117"/>
                                      <a:pt x="218" y="128"/>
                                      <a:pt x="184" y="106"/>
                                    </a:cubicBezTo>
                                    <a:cubicBezTo>
                                      <a:pt x="150" y="84"/>
                                      <a:pt x="42" y="10"/>
                                      <a:pt x="21" y="5"/>
                                    </a:cubicBezTo>
                                    <a:cubicBezTo>
                                      <a:pt x="0" y="0"/>
                                      <a:pt x="34" y="39"/>
                                      <a:pt x="60" y="75"/>
                                    </a:cubicBezTo>
                                    <a:cubicBezTo>
                                      <a:pt x="86" y="111"/>
                                      <a:pt x="134" y="166"/>
                                      <a:pt x="177" y="223"/>
                                    </a:cubicBezTo>
                                    <a:cubicBezTo>
                                      <a:pt x="220" y="280"/>
                                      <a:pt x="274" y="354"/>
                                      <a:pt x="321" y="415"/>
                                    </a:cubicBezTo>
                                    <a:cubicBezTo>
                                      <a:pt x="368" y="476"/>
                                      <a:pt x="456" y="567"/>
                                      <a:pt x="470" y="5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C6EAA9" id="Freeform 238" o:spid="_x0000_s1026" style="position:absolute;margin-left:139.3pt;margin-top:18.45pt;width:29.05pt;height:35.7pt;rotation:-2627550fd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4,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<v:path arrowok="t" o:connecttype="custom" o:connectlocs="358263,442722;308716,378714;235539,279654;192090,173736;169985,104394;140256,80772;16008,3810;45736,57150;134920,169926;244686,316230;358263,442722" o:connectangles="0,0,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921385</wp:posOffset>
                      </wp:positionH>
                      <wp:positionV relativeFrom="paragraph">
                        <wp:posOffset>725170</wp:posOffset>
                      </wp:positionV>
                      <wp:extent cx="1197610" cy="585470"/>
                      <wp:effectExtent l="12700" t="12700" r="8890" b="11430"/>
                      <wp:wrapNone/>
                      <wp:docPr id="30" name="Freeform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197610" cy="585470"/>
                              </a:xfrm>
                              <a:custGeom>
                                <a:avLst/>
                                <a:gdLst>
                                  <a:gd name="T0" fmla="*/ 1769 w 1886"/>
                                  <a:gd name="T1" fmla="*/ 273 h 922"/>
                                  <a:gd name="T2" fmla="*/ 1877 w 1886"/>
                                  <a:gd name="T3" fmla="*/ 39 h 922"/>
                                  <a:gd name="T4" fmla="*/ 1715 w 1886"/>
                                  <a:gd name="T5" fmla="*/ 39 h 922"/>
                                  <a:gd name="T6" fmla="*/ 1344 w 1886"/>
                                  <a:gd name="T7" fmla="*/ 132 h 922"/>
                                  <a:gd name="T8" fmla="*/ 756 w 1886"/>
                                  <a:gd name="T9" fmla="*/ 325 h 922"/>
                                  <a:gd name="T10" fmla="*/ 430 w 1886"/>
                                  <a:gd name="T11" fmla="*/ 568 h 922"/>
                                  <a:gd name="T12" fmla="*/ 0 w 1886"/>
                                  <a:gd name="T13" fmla="*/ 922 h 9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886" h="922">
                                    <a:moveTo>
                                      <a:pt x="1769" y="273"/>
                                    </a:moveTo>
                                    <a:cubicBezTo>
                                      <a:pt x="1786" y="234"/>
                                      <a:pt x="1886" y="78"/>
                                      <a:pt x="1877" y="39"/>
                                    </a:cubicBezTo>
                                    <a:cubicBezTo>
                                      <a:pt x="1868" y="0"/>
                                      <a:pt x="1804" y="24"/>
                                      <a:pt x="1715" y="39"/>
                                    </a:cubicBezTo>
                                    <a:cubicBezTo>
                                      <a:pt x="1626" y="54"/>
                                      <a:pt x="1504" y="84"/>
                                      <a:pt x="1344" y="132"/>
                                    </a:cubicBezTo>
                                    <a:cubicBezTo>
                                      <a:pt x="1184" y="180"/>
                                      <a:pt x="909" y="252"/>
                                      <a:pt x="756" y="325"/>
                                    </a:cubicBezTo>
                                    <a:cubicBezTo>
                                      <a:pt x="604" y="398"/>
                                      <a:pt x="556" y="468"/>
                                      <a:pt x="430" y="568"/>
                                    </a:cubicBezTo>
                                    <a:cubicBezTo>
                                      <a:pt x="303" y="667"/>
                                      <a:pt x="88" y="848"/>
                                      <a:pt x="0" y="922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AD17C8" id="Freeform 237" o:spid="_x0000_s1026" style="position:absolute;margin-left:72.55pt;margin-top:57.1pt;width:94.3pt;height:46.1pt;flip:x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86,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" path="m1769,273c1786,234,1886,78,1877,39v-9,-39,-73,-15,-162,c1626,54,1504,84,1344,132,1184,180,909,252,756,325,604,398,556,468,430,568,303,667,88,848,,922e" filled="f" strokecolor="#333">
                      <v:path arrowok="t" o:connecttype="custom" o:connectlocs="1123315,173355;1191895,24765;1089025,24765;853440,83820;480060,206375;273050,360680;0,585470" o:connectangles="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3077210</wp:posOffset>
                      </wp:positionH>
                      <wp:positionV relativeFrom="paragraph">
                        <wp:posOffset>305435</wp:posOffset>
                      </wp:positionV>
                      <wp:extent cx="833755" cy="4337685"/>
                      <wp:effectExtent l="1216025" t="0" r="731520" b="0"/>
                      <wp:wrapNone/>
                      <wp:docPr id="29" name="Freeform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833755" cy="4337685"/>
                              </a:xfrm>
                              <a:custGeom>
                                <a:avLst/>
                                <a:gdLst>
                                  <a:gd name="T0" fmla="*/ 269 w 1094"/>
                                  <a:gd name="T1" fmla="*/ 490 h 5688"/>
                                  <a:gd name="T2" fmla="*/ 203 w 1094"/>
                                  <a:gd name="T3" fmla="*/ 28 h 5688"/>
                                  <a:gd name="T4" fmla="*/ 509 w 1094"/>
                                  <a:gd name="T5" fmla="*/ 658 h 5688"/>
                                  <a:gd name="T6" fmla="*/ 893 w 1094"/>
                                  <a:gd name="T7" fmla="*/ 1600 h 5688"/>
                                  <a:gd name="T8" fmla="*/ 1037 w 1094"/>
                                  <a:gd name="T9" fmla="*/ 2086 h 5688"/>
                                  <a:gd name="T10" fmla="*/ 1087 w 1094"/>
                                  <a:gd name="T11" fmla="*/ 2717 h 5688"/>
                                  <a:gd name="T12" fmla="*/ 994 w 1094"/>
                                  <a:gd name="T13" fmla="*/ 3005 h 5688"/>
                                  <a:gd name="T14" fmla="*/ 778 w 1094"/>
                                  <a:gd name="T15" fmla="*/ 3281 h 5688"/>
                                  <a:gd name="T16" fmla="*/ 595 w 1094"/>
                                  <a:gd name="T17" fmla="*/ 3740 h 5688"/>
                                  <a:gd name="T18" fmla="*/ 439 w 1094"/>
                                  <a:gd name="T19" fmla="*/ 4407 h 5688"/>
                                  <a:gd name="T20" fmla="*/ 171 w 1094"/>
                                  <a:gd name="T21" fmla="*/ 5060 h 5688"/>
                                  <a:gd name="T22" fmla="*/ 39 w 1094"/>
                                  <a:gd name="T23" fmla="*/ 5384 h 5688"/>
                                  <a:gd name="T24" fmla="*/ 10 w 1094"/>
                                  <a:gd name="T25" fmla="*/ 5561 h 5688"/>
                                  <a:gd name="T26" fmla="*/ 99 w 1094"/>
                                  <a:gd name="T27" fmla="*/ 5688 h 56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1094" h="5688">
                                    <a:moveTo>
                                      <a:pt x="269" y="490"/>
                                    </a:moveTo>
                                    <a:cubicBezTo>
                                      <a:pt x="258" y="413"/>
                                      <a:pt x="163" y="0"/>
                                      <a:pt x="203" y="28"/>
                                    </a:cubicBezTo>
                                    <a:cubicBezTo>
                                      <a:pt x="243" y="56"/>
                                      <a:pt x="394" y="396"/>
                                      <a:pt x="509" y="658"/>
                                    </a:cubicBezTo>
                                    <a:cubicBezTo>
                                      <a:pt x="624" y="920"/>
                                      <a:pt x="805" y="1362"/>
                                      <a:pt x="893" y="1600"/>
                                    </a:cubicBezTo>
                                    <a:cubicBezTo>
                                      <a:pt x="981" y="1838"/>
                                      <a:pt x="1005" y="1900"/>
                                      <a:pt x="1037" y="2086"/>
                                    </a:cubicBezTo>
                                    <a:cubicBezTo>
                                      <a:pt x="1069" y="2272"/>
                                      <a:pt x="1094" y="2564"/>
                                      <a:pt x="1087" y="2717"/>
                                    </a:cubicBezTo>
                                    <a:cubicBezTo>
                                      <a:pt x="1080" y="2870"/>
                                      <a:pt x="1045" y="2911"/>
                                      <a:pt x="994" y="3005"/>
                                    </a:cubicBezTo>
                                    <a:cubicBezTo>
                                      <a:pt x="943" y="3099"/>
                                      <a:pt x="844" y="3159"/>
                                      <a:pt x="778" y="3281"/>
                                    </a:cubicBezTo>
                                    <a:cubicBezTo>
                                      <a:pt x="712" y="3403"/>
                                      <a:pt x="651" y="3552"/>
                                      <a:pt x="595" y="3740"/>
                                    </a:cubicBezTo>
                                    <a:cubicBezTo>
                                      <a:pt x="539" y="3928"/>
                                      <a:pt x="510" y="4187"/>
                                      <a:pt x="439" y="4407"/>
                                    </a:cubicBezTo>
                                    <a:cubicBezTo>
                                      <a:pt x="368" y="4627"/>
                                      <a:pt x="238" y="4897"/>
                                      <a:pt x="171" y="5060"/>
                                    </a:cubicBezTo>
                                    <a:cubicBezTo>
                                      <a:pt x="104" y="5223"/>
                                      <a:pt x="66" y="5301"/>
                                      <a:pt x="39" y="5384"/>
                                    </a:cubicBezTo>
                                    <a:cubicBezTo>
                                      <a:pt x="12" y="5467"/>
                                      <a:pt x="0" y="5510"/>
                                      <a:pt x="10" y="5561"/>
                                    </a:cubicBezTo>
                                    <a:cubicBezTo>
                                      <a:pt x="20" y="5612"/>
                                      <a:pt x="81" y="5662"/>
                                      <a:pt x="99" y="5688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8244CE" id="Freeform 236" o:spid="_x0000_s1026" style="position:absolute;margin-left:242.3pt;margin-top:24.05pt;width:65.65pt;height:341.55pt;rotation:-2627550fd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4,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<v:path arrowok="t" o:connecttype="custom" o:connectlocs="205009,373675;154710,21353;387917,501793;680570,1220165;790314,1590790;828420,2071992;757543,2291622;592926,2502100;453459,2852135;334569,3360791;130322,3858770;29723,4105854;7621,4240834;75449,4337685" o:connectangles="0,0,0,0,0,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3970020</wp:posOffset>
                      </wp:positionH>
                      <wp:positionV relativeFrom="paragraph">
                        <wp:posOffset>2093595</wp:posOffset>
                      </wp:positionV>
                      <wp:extent cx="735330" cy="2139315"/>
                      <wp:effectExtent l="146685" t="0" r="118110" b="0"/>
                      <wp:wrapNone/>
                      <wp:docPr id="28" name="Freeform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735330" cy="2139315"/>
                              </a:xfrm>
                              <a:custGeom>
                                <a:avLst/>
                                <a:gdLst>
                                  <a:gd name="T0" fmla="*/ 0 w 965"/>
                                  <a:gd name="T1" fmla="*/ 2530 h 2806"/>
                                  <a:gd name="T2" fmla="*/ 132 w 965"/>
                                  <a:gd name="T3" fmla="*/ 2158 h 2806"/>
                                  <a:gd name="T4" fmla="*/ 353 w 965"/>
                                  <a:gd name="T5" fmla="*/ 1676 h 2806"/>
                                  <a:gd name="T6" fmla="*/ 497 w 965"/>
                                  <a:gd name="T7" fmla="*/ 1148 h 2806"/>
                                  <a:gd name="T8" fmla="*/ 574 w 965"/>
                                  <a:gd name="T9" fmla="*/ 864 h 2806"/>
                                  <a:gd name="T10" fmla="*/ 725 w 965"/>
                                  <a:gd name="T11" fmla="*/ 332 h 2806"/>
                                  <a:gd name="T12" fmla="*/ 833 w 965"/>
                                  <a:gd name="T13" fmla="*/ 12 h 2806"/>
                                  <a:gd name="T14" fmla="*/ 958 w 965"/>
                                  <a:gd name="T15" fmla="*/ 406 h 2806"/>
                                  <a:gd name="T16" fmla="*/ 874 w 965"/>
                                  <a:gd name="T17" fmla="*/ 824 h 2806"/>
                                  <a:gd name="T18" fmla="*/ 540 w 965"/>
                                  <a:gd name="T19" fmla="*/ 1522 h 2806"/>
                                  <a:gd name="T20" fmla="*/ 290 w 965"/>
                                  <a:gd name="T21" fmla="*/ 2040 h 2806"/>
                                  <a:gd name="T22" fmla="*/ 151 w 965"/>
                                  <a:gd name="T23" fmla="*/ 2376 h 2806"/>
                                  <a:gd name="T24" fmla="*/ 120 w 965"/>
                                  <a:gd name="T25" fmla="*/ 2806 h 28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965" h="2806">
                                    <a:moveTo>
                                      <a:pt x="0" y="2530"/>
                                    </a:moveTo>
                                    <a:cubicBezTo>
                                      <a:pt x="34" y="2422"/>
                                      <a:pt x="73" y="2300"/>
                                      <a:pt x="132" y="2158"/>
                                    </a:cubicBezTo>
                                    <a:cubicBezTo>
                                      <a:pt x="191" y="2016"/>
                                      <a:pt x="292" y="1844"/>
                                      <a:pt x="353" y="1676"/>
                                    </a:cubicBezTo>
                                    <a:cubicBezTo>
                                      <a:pt x="414" y="1508"/>
                                      <a:pt x="460" y="1283"/>
                                      <a:pt x="497" y="1148"/>
                                    </a:cubicBezTo>
                                    <a:cubicBezTo>
                                      <a:pt x="534" y="1013"/>
                                      <a:pt x="536" y="1000"/>
                                      <a:pt x="574" y="864"/>
                                    </a:cubicBezTo>
                                    <a:cubicBezTo>
                                      <a:pt x="612" y="728"/>
                                      <a:pt x="682" y="474"/>
                                      <a:pt x="725" y="332"/>
                                    </a:cubicBezTo>
                                    <a:cubicBezTo>
                                      <a:pt x="768" y="190"/>
                                      <a:pt x="794" y="0"/>
                                      <a:pt x="833" y="12"/>
                                    </a:cubicBezTo>
                                    <a:cubicBezTo>
                                      <a:pt x="872" y="24"/>
                                      <a:pt x="951" y="271"/>
                                      <a:pt x="958" y="406"/>
                                    </a:cubicBezTo>
                                    <a:cubicBezTo>
                                      <a:pt x="965" y="541"/>
                                      <a:pt x="944" y="638"/>
                                      <a:pt x="874" y="824"/>
                                    </a:cubicBezTo>
                                    <a:cubicBezTo>
                                      <a:pt x="804" y="1010"/>
                                      <a:pt x="637" y="1319"/>
                                      <a:pt x="540" y="1522"/>
                                    </a:cubicBezTo>
                                    <a:cubicBezTo>
                                      <a:pt x="443" y="1725"/>
                                      <a:pt x="355" y="1898"/>
                                      <a:pt x="290" y="2040"/>
                                    </a:cubicBezTo>
                                    <a:cubicBezTo>
                                      <a:pt x="225" y="2182"/>
                                      <a:pt x="179" y="2249"/>
                                      <a:pt x="151" y="2376"/>
                                    </a:cubicBezTo>
                                    <a:cubicBezTo>
                                      <a:pt x="123" y="2503"/>
                                      <a:pt x="126" y="2717"/>
                                      <a:pt x="120" y="280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2CF5FC" id="Freeform 235" o:spid="_x0000_s1026" style="position:absolute;margin-left:312.6pt;margin-top:164.85pt;width:57.9pt;height:168.45pt;rotation:-2627550fd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5,2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<v:path arrowok="t" o:connecttype="custom" o:connectlocs="0,1928891;100584,1645275;268986,1277795;378714,875244;437388,658720;552450,253119;634746,9149;729996,309537;665988,628224;411480,1160384;220980,1555311;115062,1811480;91440,2139315" o:connectangles="0,0,0,0,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3869055</wp:posOffset>
                      </wp:positionH>
                      <wp:positionV relativeFrom="paragraph">
                        <wp:posOffset>2400935</wp:posOffset>
                      </wp:positionV>
                      <wp:extent cx="737235" cy="1939290"/>
                      <wp:effectExtent l="7620" t="12065" r="26670" b="0"/>
                      <wp:wrapNone/>
                      <wp:docPr id="27" name="Freeform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737235" cy="1939290"/>
                              </a:xfrm>
                              <a:custGeom>
                                <a:avLst/>
                                <a:gdLst>
                                  <a:gd name="T0" fmla="*/ 79 w 967"/>
                                  <a:gd name="T1" fmla="*/ 2543 h 2543"/>
                                  <a:gd name="T2" fmla="*/ 22 w 967"/>
                                  <a:gd name="T3" fmla="*/ 2464 h 2543"/>
                                  <a:gd name="T4" fmla="*/ 48 w 967"/>
                                  <a:gd name="T5" fmla="*/ 2279 h 2543"/>
                                  <a:gd name="T6" fmla="*/ 312 w 967"/>
                                  <a:gd name="T7" fmla="*/ 1686 h 2543"/>
                                  <a:gd name="T8" fmla="*/ 463 w 967"/>
                                  <a:gd name="T9" fmla="*/ 1288 h 2543"/>
                                  <a:gd name="T10" fmla="*/ 588 w 967"/>
                                  <a:gd name="T11" fmla="*/ 724 h 2543"/>
                                  <a:gd name="T12" fmla="*/ 744 w 967"/>
                                  <a:gd name="T13" fmla="*/ 282 h 2543"/>
                                  <a:gd name="T14" fmla="*/ 950 w 967"/>
                                  <a:gd name="T15" fmla="*/ 8 h 2543"/>
                                  <a:gd name="T16" fmla="*/ 847 w 967"/>
                                  <a:gd name="T17" fmla="*/ 330 h 2543"/>
                                  <a:gd name="T18" fmla="*/ 775 w 967"/>
                                  <a:gd name="T19" fmla="*/ 594 h 2543"/>
                                  <a:gd name="T20" fmla="*/ 682 w 967"/>
                                  <a:gd name="T21" fmla="*/ 983 h 2543"/>
                                  <a:gd name="T22" fmla="*/ 564 w 967"/>
                                  <a:gd name="T23" fmla="*/ 1410 h 2543"/>
                                  <a:gd name="T24" fmla="*/ 360 w 967"/>
                                  <a:gd name="T25" fmla="*/ 1861 h 2543"/>
                                  <a:gd name="T26" fmla="*/ 216 w 967"/>
                                  <a:gd name="T27" fmla="*/ 2262 h 25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967" h="2543">
                                    <a:moveTo>
                                      <a:pt x="79" y="2543"/>
                                    </a:moveTo>
                                    <a:cubicBezTo>
                                      <a:pt x="69" y="2530"/>
                                      <a:pt x="27" y="2508"/>
                                      <a:pt x="22" y="2464"/>
                                    </a:cubicBezTo>
                                    <a:cubicBezTo>
                                      <a:pt x="17" y="2420"/>
                                      <a:pt x="0" y="2409"/>
                                      <a:pt x="48" y="2279"/>
                                    </a:cubicBezTo>
                                    <a:cubicBezTo>
                                      <a:pt x="96" y="2149"/>
                                      <a:pt x="243" y="1851"/>
                                      <a:pt x="312" y="1686"/>
                                    </a:cubicBezTo>
                                    <a:cubicBezTo>
                                      <a:pt x="381" y="1521"/>
                                      <a:pt x="417" y="1448"/>
                                      <a:pt x="463" y="1288"/>
                                    </a:cubicBezTo>
                                    <a:cubicBezTo>
                                      <a:pt x="509" y="1128"/>
                                      <a:pt x="541" y="892"/>
                                      <a:pt x="588" y="724"/>
                                    </a:cubicBezTo>
                                    <a:cubicBezTo>
                                      <a:pt x="635" y="556"/>
                                      <a:pt x="684" y="401"/>
                                      <a:pt x="744" y="282"/>
                                    </a:cubicBezTo>
                                    <a:cubicBezTo>
                                      <a:pt x="804" y="163"/>
                                      <a:pt x="933" y="0"/>
                                      <a:pt x="950" y="8"/>
                                    </a:cubicBezTo>
                                    <a:cubicBezTo>
                                      <a:pt x="967" y="16"/>
                                      <a:pt x="876" y="232"/>
                                      <a:pt x="847" y="330"/>
                                    </a:cubicBezTo>
                                    <a:cubicBezTo>
                                      <a:pt x="818" y="428"/>
                                      <a:pt x="802" y="485"/>
                                      <a:pt x="775" y="594"/>
                                    </a:cubicBezTo>
                                    <a:cubicBezTo>
                                      <a:pt x="748" y="703"/>
                                      <a:pt x="717" y="847"/>
                                      <a:pt x="682" y="983"/>
                                    </a:cubicBezTo>
                                    <a:cubicBezTo>
                                      <a:pt x="647" y="1119"/>
                                      <a:pt x="618" y="1264"/>
                                      <a:pt x="564" y="1410"/>
                                    </a:cubicBezTo>
                                    <a:cubicBezTo>
                                      <a:pt x="510" y="1556"/>
                                      <a:pt x="418" y="1719"/>
                                      <a:pt x="360" y="1861"/>
                                    </a:cubicBezTo>
                                    <a:cubicBezTo>
                                      <a:pt x="302" y="2003"/>
                                      <a:pt x="246" y="2179"/>
                                      <a:pt x="216" y="2262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B5338F" id="Freeform 234" o:spid="_x0000_s1026" style="position:absolute;margin-left:304.65pt;margin-top:189.05pt;width:58.05pt;height:152.7pt;rotation:-2627550fd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7,2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<v:path arrowok="t" o:connecttype="custom" o:connectlocs="60229,1939290;16773,1879045;36595,1737964;237867,1285742;352988,982228;448288,552122;567221,215053;724274,6101;645748,251658;590855,452984;519953,749635;429990,1075265;274462,1419197;164677,1725000" o:connectangles="0,0,0,0,0,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6992" behindDoc="0" locked="0" layoutInCell="1" allowOverlap="1">
                      <wp:simplePos x="0" y="0"/>
                      <wp:positionH relativeFrom="column">
                        <wp:posOffset>3373755</wp:posOffset>
                      </wp:positionH>
                      <wp:positionV relativeFrom="paragraph">
                        <wp:posOffset>2014855</wp:posOffset>
                      </wp:positionV>
                      <wp:extent cx="337185" cy="492760"/>
                      <wp:effectExtent l="17145" t="0" r="0" b="52705"/>
                      <wp:wrapNone/>
                      <wp:docPr id="26" name="Freeform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337185" cy="492760"/>
                              </a:xfrm>
                              <a:custGeom>
                                <a:avLst/>
                                <a:gdLst>
                                  <a:gd name="T0" fmla="*/ 14 w 442"/>
                                  <a:gd name="T1" fmla="*/ 614 h 646"/>
                                  <a:gd name="T2" fmla="*/ 134 w 442"/>
                                  <a:gd name="T3" fmla="*/ 506 h 646"/>
                                  <a:gd name="T4" fmla="*/ 398 w 442"/>
                                  <a:gd name="T5" fmla="*/ 302 h 646"/>
                                  <a:gd name="T6" fmla="*/ 398 w 442"/>
                                  <a:gd name="T7" fmla="*/ 206 h 646"/>
                                  <a:gd name="T8" fmla="*/ 314 w 442"/>
                                  <a:gd name="T9" fmla="*/ 170 h 646"/>
                                  <a:gd name="T10" fmla="*/ 194 w 442"/>
                                  <a:gd name="T11" fmla="*/ 2 h 646"/>
                                  <a:gd name="T12" fmla="*/ 254 w 442"/>
                                  <a:gd name="T13" fmla="*/ 182 h 646"/>
                                  <a:gd name="T14" fmla="*/ 218 w 442"/>
                                  <a:gd name="T15" fmla="*/ 314 h 646"/>
                                  <a:gd name="T16" fmla="*/ 14 w 442"/>
                                  <a:gd name="T17" fmla="*/ 614 h 6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42" h="646">
                                    <a:moveTo>
                                      <a:pt x="14" y="614"/>
                                    </a:moveTo>
                                    <a:cubicBezTo>
                                      <a:pt x="0" y="646"/>
                                      <a:pt x="70" y="558"/>
                                      <a:pt x="134" y="506"/>
                                    </a:cubicBezTo>
                                    <a:cubicBezTo>
                                      <a:pt x="198" y="454"/>
                                      <a:pt x="354" y="352"/>
                                      <a:pt x="398" y="302"/>
                                    </a:cubicBezTo>
                                    <a:cubicBezTo>
                                      <a:pt x="442" y="252"/>
                                      <a:pt x="412" y="228"/>
                                      <a:pt x="398" y="206"/>
                                    </a:cubicBezTo>
                                    <a:cubicBezTo>
                                      <a:pt x="384" y="184"/>
                                      <a:pt x="348" y="204"/>
                                      <a:pt x="314" y="170"/>
                                    </a:cubicBezTo>
                                    <a:cubicBezTo>
                                      <a:pt x="280" y="136"/>
                                      <a:pt x="204" y="0"/>
                                      <a:pt x="194" y="2"/>
                                    </a:cubicBezTo>
                                    <a:cubicBezTo>
                                      <a:pt x="184" y="4"/>
                                      <a:pt x="250" y="130"/>
                                      <a:pt x="254" y="182"/>
                                    </a:cubicBezTo>
                                    <a:cubicBezTo>
                                      <a:pt x="258" y="234"/>
                                      <a:pt x="256" y="242"/>
                                      <a:pt x="218" y="314"/>
                                    </a:cubicBezTo>
                                    <a:cubicBezTo>
                                      <a:pt x="180" y="386"/>
                                      <a:pt x="28" y="582"/>
                                      <a:pt x="14" y="6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0F5DB7" id="Freeform 233" o:spid="_x0000_s1026" style="position:absolute;margin-left:265.65pt;margin-top:158.65pt;width:26.55pt;height:38.8pt;rotation:-2627550fd;z-index:25162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2,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" path="m14,614c,646,70,558,134,506,198,454,354,352,398,302v44,-50,14,-74,,-96c384,184,348,204,314,170,280,136,204,,194,2v-10,2,56,128,60,180c258,234,256,242,218,314,180,386,28,582,14,614xe" fillcolor="#ddd" stroked="f">
                      <v:path arrowok="t" o:connecttype="custom" o:connectlocs="10680,468351;102224,385970;303619,230361;303619,157134;239539,129674;147995,1526;193767,138827;166304,239515;10680,468351" o:connectangles="0,0,0,0,0,0,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1214120</wp:posOffset>
                      </wp:positionH>
                      <wp:positionV relativeFrom="paragraph">
                        <wp:posOffset>1431290</wp:posOffset>
                      </wp:positionV>
                      <wp:extent cx="641350" cy="587375"/>
                      <wp:effectExtent l="124460" t="0" r="129540" b="0"/>
                      <wp:wrapNone/>
                      <wp:docPr id="25" name="Freeform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641350" cy="587375"/>
                              </a:xfrm>
                              <a:custGeom>
                                <a:avLst/>
                                <a:gdLst>
                                  <a:gd name="T0" fmla="*/ 0 w 408"/>
                                  <a:gd name="T1" fmla="*/ 0 h 384"/>
                                  <a:gd name="T2" fmla="*/ 120 w 408"/>
                                  <a:gd name="T3" fmla="*/ 204 h 384"/>
                                  <a:gd name="T4" fmla="*/ 408 w 408"/>
                                  <a:gd name="T5" fmla="*/ 384 h 3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08" h="384">
                                    <a:moveTo>
                                      <a:pt x="0" y="0"/>
                                    </a:moveTo>
                                    <a:cubicBezTo>
                                      <a:pt x="26" y="70"/>
                                      <a:pt x="52" y="140"/>
                                      <a:pt x="120" y="204"/>
                                    </a:cubicBezTo>
                                    <a:cubicBezTo>
                                      <a:pt x="188" y="268"/>
                                      <a:pt x="298" y="326"/>
                                      <a:pt x="408" y="384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025642" id="Freeform 232" o:spid="_x0000_s1026" style="position:absolute;margin-left:95.6pt;margin-top:112.7pt;width:50.5pt;height:46.25pt;rotation:-2627550fd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8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" path="m,c26,70,52,140,120,204v68,64,178,122,288,180e" filled="f" strokecolor="gray" strokeweight="1pt">
                      <v:path arrowok="t" o:connecttype="custom" o:connectlocs="0,0;188632,312043;641350,587375" o:connectangles="0,0,0"/>
                    </v:shape>
                  </w:pict>
                </mc:Fallback>
              </mc:AlternateContent>
            </w:r>
            <w:r w:rsidR="00B35726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4553585</wp:posOffset>
                      </wp:positionH>
                      <wp:positionV relativeFrom="paragraph">
                        <wp:posOffset>4097020</wp:posOffset>
                      </wp:positionV>
                      <wp:extent cx="102235" cy="194945"/>
                      <wp:effectExtent l="25400" t="12700" r="5715" b="0"/>
                      <wp:wrapNone/>
                      <wp:docPr id="24" name="Freeform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102235" cy="194945"/>
                              </a:xfrm>
                              <a:custGeom>
                                <a:avLst/>
                                <a:gdLst>
                                  <a:gd name="T0" fmla="*/ 128 w 134"/>
                                  <a:gd name="T1" fmla="*/ 6 h 256"/>
                                  <a:gd name="T2" fmla="*/ 56 w 134"/>
                                  <a:gd name="T3" fmla="*/ 84 h 256"/>
                                  <a:gd name="T4" fmla="*/ 56 w 134"/>
                                  <a:gd name="T5" fmla="*/ 234 h 256"/>
                                  <a:gd name="T6" fmla="*/ 20 w 134"/>
                                  <a:gd name="T7" fmla="*/ 216 h 256"/>
                                  <a:gd name="T8" fmla="*/ 2 w 134"/>
                                  <a:gd name="T9" fmla="*/ 144 h 256"/>
                                  <a:gd name="T10" fmla="*/ 20 w 134"/>
                                  <a:gd name="T11" fmla="*/ 48 h 256"/>
                                  <a:gd name="T12" fmla="*/ 128 w 134"/>
                                  <a:gd name="T13" fmla="*/ 6 h 2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34" h="256">
                                    <a:moveTo>
                                      <a:pt x="128" y="6"/>
                                    </a:moveTo>
                                    <a:cubicBezTo>
                                      <a:pt x="134" y="12"/>
                                      <a:pt x="68" y="46"/>
                                      <a:pt x="56" y="84"/>
                                    </a:cubicBezTo>
                                    <a:cubicBezTo>
                                      <a:pt x="44" y="122"/>
                                      <a:pt x="62" y="212"/>
                                      <a:pt x="56" y="234"/>
                                    </a:cubicBezTo>
                                    <a:cubicBezTo>
                                      <a:pt x="50" y="256"/>
                                      <a:pt x="29" y="231"/>
                                      <a:pt x="20" y="216"/>
                                    </a:cubicBezTo>
                                    <a:cubicBezTo>
                                      <a:pt x="11" y="201"/>
                                      <a:pt x="2" y="172"/>
                                      <a:pt x="2" y="144"/>
                                    </a:cubicBezTo>
                                    <a:cubicBezTo>
                                      <a:pt x="2" y="116"/>
                                      <a:pt x="0" y="71"/>
                                      <a:pt x="20" y="48"/>
                                    </a:cubicBezTo>
                                    <a:cubicBezTo>
                                      <a:pt x="40" y="25"/>
                                      <a:pt x="122" y="0"/>
                                      <a:pt x="128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FF213" id="Freeform 231" o:spid="_x0000_s1026" style="position:absolute;margin-left:358.55pt;margin-top:322.6pt;width:8.05pt;height:15.35pt;rotation:-2627550fd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4,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" path="m128,6v6,6,-60,40,-72,78c44,122,62,212,56,234,50,256,29,231,20,216,11,201,2,172,2,144,2,116,,71,20,48,40,25,122,,128,6xe" fillcolor="#ddd" stroked="f">
                      <v:path arrowok="t" o:connecttype="custom" o:connectlocs="97657,4569;42725,63966;42725,178192;15259,164485;1526,109657;15259,36552;97657,4569" o:connectangles="0,0,0,0,0,0,0"/>
                    </v:shape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3870960</wp:posOffset>
                      </wp:positionH>
                      <wp:positionV relativeFrom="paragraph">
                        <wp:posOffset>3554730</wp:posOffset>
                      </wp:positionV>
                      <wp:extent cx="400050" cy="0"/>
                      <wp:effectExtent l="9525" t="13335" r="9525" b="5715"/>
                      <wp:wrapNone/>
                      <wp:docPr id="23" name="Line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2A39E6" id="Line 458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8pt,279.9pt" to="336.3pt,2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bhr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"/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3581400</wp:posOffset>
                      </wp:positionH>
                      <wp:positionV relativeFrom="paragraph">
                        <wp:posOffset>3489325</wp:posOffset>
                      </wp:positionV>
                      <wp:extent cx="306070" cy="152400"/>
                      <wp:effectExtent l="5715" t="5080" r="2540" b="4445"/>
                      <wp:wrapNone/>
                      <wp:docPr id="22" name="Text Box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B35726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6" o:spid="_x0000_s1037" type="#_x0000_t202" style="position:absolute;left:0;text-align:left;margin-left:282pt;margin-top:274.75pt;width:24.1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B35726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4415790</wp:posOffset>
                      </wp:positionH>
                      <wp:positionV relativeFrom="paragraph">
                        <wp:posOffset>2952750</wp:posOffset>
                      </wp:positionV>
                      <wp:extent cx="219075" cy="0"/>
                      <wp:effectExtent l="11430" t="11430" r="7620" b="7620"/>
                      <wp:wrapNone/>
                      <wp:docPr id="21" name="Line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C8A058" id="Line 456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7pt,232.5pt" to="364.95pt,2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QmFA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"/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4640580</wp:posOffset>
                      </wp:positionH>
                      <wp:positionV relativeFrom="paragraph">
                        <wp:posOffset>2880995</wp:posOffset>
                      </wp:positionV>
                      <wp:extent cx="306070" cy="152400"/>
                      <wp:effectExtent l="7620" t="6350" r="635" b="3175"/>
                      <wp:wrapNone/>
                      <wp:docPr id="20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B35726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4" o:spid="_x0000_s1038" type="#_x0000_t202" style="position:absolute;left:0;text-align:left;margin-left:365.4pt;margin-top:226.85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B35726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584200</wp:posOffset>
                      </wp:positionV>
                      <wp:extent cx="306070" cy="152400"/>
                      <wp:effectExtent l="1905" t="5080" r="6350" b="4445"/>
                      <wp:wrapNone/>
                      <wp:docPr id="19" name="Text Box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6E3B" w:rsidRPr="004E4B01" w:rsidRDefault="00B35726" w:rsidP="00016E3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M67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4" o:spid="_x0000_s1039" type="#_x0000_t202" style="position:absolute;left:0;text-align:left;margin-left:-4.8pt;margin-top:46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2GloA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16E3B" w:rsidRPr="004E4B01" w:rsidRDefault="00B35726" w:rsidP="00016E3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M67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3521075</wp:posOffset>
                      </wp:positionH>
                      <wp:positionV relativeFrom="paragraph">
                        <wp:posOffset>2263140</wp:posOffset>
                      </wp:positionV>
                      <wp:extent cx="306070" cy="152400"/>
                      <wp:effectExtent l="2540" t="7620" r="5715" b="1905"/>
                      <wp:wrapNone/>
                      <wp:docPr id="18" name="Text Box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B35726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9" o:spid="_x0000_s1040" type="#_x0000_t202" style="position:absolute;left:0;text-align:left;margin-left:277.25pt;margin-top:178.2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1KUoAIAAFM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B35726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3930650</wp:posOffset>
                      </wp:positionH>
                      <wp:positionV relativeFrom="paragraph">
                        <wp:posOffset>2015490</wp:posOffset>
                      </wp:positionV>
                      <wp:extent cx="306070" cy="152400"/>
                      <wp:effectExtent l="2540" t="7620" r="5715" b="1905"/>
                      <wp:wrapNone/>
                      <wp:docPr id="17" name="Text Box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B35726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M36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0" o:spid="_x0000_s1041" type="#_x0000_t202" style="position:absolute;left:0;text-align:left;margin-left:309.5pt;margin-top:158.7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B35726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M36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3383280</wp:posOffset>
                      </wp:positionH>
                      <wp:positionV relativeFrom="paragraph">
                        <wp:posOffset>1494790</wp:posOffset>
                      </wp:positionV>
                      <wp:extent cx="306070" cy="152400"/>
                      <wp:effectExtent l="7620" t="1270" r="635" b="8255"/>
                      <wp:wrapNone/>
                      <wp:docPr id="16" name="Text Box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B35726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3" o:spid="_x0000_s1042" type="#_x0000_t202" style="position:absolute;left:0;text-align:left;margin-left:266.4pt;margin-top:117.7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KnIoA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B35726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3673475</wp:posOffset>
                      </wp:positionH>
                      <wp:positionV relativeFrom="paragraph">
                        <wp:posOffset>1748790</wp:posOffset>
                      </wp:positionV>
                      <wp:extent cx="306070" cy="152400"/>
                      <wp:effectExtent l="2540" t="7620" r="5715" b="1905"/>
                      <wp:wrapNone/>
                      <wp:docPr id="15" name="Text Box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B35726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8" o:spid="_x0000_s1043" type="#_x0000_t202" style="position:absolute;left:0;text-align:left;margin-left:289.25pt;margin-top:137.7pt;width:24.1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B35726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3034665</wp:posOffset>
                      </wp:positionH>
                      <wp:positionV relativeFrom="paragraph">
                        <wp:posOffset>1241425</wp:posOffset>
                      </wp:positionV>
                      <wp:extent cx="306070" cy="152400"/>
                      <wp:effectExtent l="1905" t="5080" r="6350" b="4445"/>
                      <wp:wrapNone/>
                      <wp:docPr id="14" name="Text Box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B35726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2" o:spid="_x0000_s1044" type="#_x0000_t202" style="position:absolute;left:0;text-align:left;margin-left:238.95pt;margin-top:97.7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H/6oQ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B35726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916940</wp:posOffset>
                      </wp:positionV>
                      <wp:extent cx="306070" cy="152400"/>
                      <wp:effectExtent l="7620" t="4445" r="635" b="5080"/>
                      <wp:wrapNone/>
                      <wp:docPr id="13" name="Text Box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B35726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1" o:spid="_x0000_s1045" type="#_x0000_t202" style="position:absolute;left:0;text-align:left;margin-left:188.4pt;margin-top:72.2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B35726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782320</wp:posOffset>
                      </wp:positionV>
                      <wp:extent cx="306070" cy="152400"/>
                      <wp:effectExtent l="5715" t="3175" r="2540" b="6350"/>
                      <wp:wrapNone/>
                      <wp:docPr id="12" name="Text Box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B35726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0" o:spid="_x0000_s1046" type="#_x0000_t202" style="position:absolute;left:0;text-align:left;margin-left:159pt;margin-top:61.6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oeoQ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B35726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1144905</wp:posOffset>
                      </wp:positionH>
                      <wp:positionV relativeFrom="paragraph">
                        <wp:posOffset>498475</wp:posOffset>
                      </wp:positionV>
                      <wp:extent cx="306070" cy="152400"/>
                      <wp:effectExtent l="7620" t="5080" r="635" b="4445"/>
                      <wp:wrapNone/>
                      <wp:docPr id="11" name="Text Box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B35726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7" o:spid="_x0000_s1047" type="#_x0000_t202" style="position:absolute;left:0;text-align:left;margin-left:90.15pt;margin-top:39.25pt;width:24.1pt;height:1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WrYoA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B35726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320675</wp:posOffset>
                      </wp:positionV>
                      <wp:extent cx="306070" cy="152400"/>
                      <wp:effectExtent l="5715" t="8255" r="2540" b="1270"/>
                      <wp:wrapNone/>
                      <wp:docPr id="10" name="Text Box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B35726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6" o:spid="_x0000_s1048" type="#_x0000_t202" style="position:absolute;left:0;text-align:left;margin-left:57.75pt;margin-top:25.25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B35726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1338580</wp:posOffset>
                      </wp:positionV>
                      <wp:extent cx="477520" cy="152400"/>
                      <wp:effectExtent l="0" t="6985" r="8255" b="2540"/>
                      <wp:wrapNone/>
                      <wp:docPr id="9" name="Text Box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0C04" w:rsidRPr="004E4B01" w:rsidRDefault="00B35726" w:rsidP="004B0C0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Patent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3" o:spid="_x0000_s1049" type="#_x0000_t202" style="position:absolute;left:0;text-align:left;margin-left:141.3pt;margin-top:105.4pt;width:37.6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3bVoQ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4B0C04" w:rsidRPr="004E4B01" w:rsidRDefault="00B35726" w:rsidP="004B0C0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Patent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726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4215765</wp:posOffset>
                      </wp:positionV>
                      <wp:extent cx="1584960" cy="716280"/>
                      <wp:effectExtent l="0" t="0" r="0" b="0"/>
                      <wp:wrapNone/>
                      <wp:docPr id="8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F8647F" w:rsidRPr="00C2328A" w:rsidRDefault="00F8647F" w:rsidP="00F8647F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E21820" w:rsidRPr="00F8647F" w:rsidRDefault="00E21820" w:rsidP="00F8647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" o:spid="_x0000_s1050" type="#_x0000_t202" style="position:absolute;left:0;text-align:left;margin-left:252.3pt;margin-top:331.95pt;width:124.8pt;height:56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tWszwIAAOc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9AoQTto0RPbGXQvd+iaxLY+Q69TcHvswdHswAB9dlx1/yDL7xoJuWioWLM7peTQMFpBfqG96V9c&#10;HXG0BVkNn2QFgejGSAe0q1VniwflQIAOfdqfemOTKW3ISUySKZhKsM3CaRS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" filled="f" stroked="f" strokecolor="gray" strokeweight=".25pt">
                      <v:stroke dashstyle="1 1" endcap="round"/>
                      <v:textbox>
                        <w:txbxContent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F8647F" w:rsidRPr="00C2328A" w:rsidRDefault="00F8647F" w:rsidP="00F8647F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E21820" w:rsidRPr="00F8647F" w:rsidRDefault="00E21820" w:rsidP="00F8647F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72033" w:rsidRPr="006015A1" w:rsidTr="006015A1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72033" w:rsidRPr="006015A1" w:rsidRDefault="00B35726" w:rsidP="006015A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6015A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784225</wp:posOffset>
                      </wp:positionH>
                      <wp:positionV relativeFrom="paragraph">
                        <wp:posOffset>24130</wp:posOffset>
                      </wp:positionV>
                      <wp:extent cx="395605" cy="61595"/>
                      <wp:effectExtent l="8890" t="6350" r="5080" b="17780"/>
                      <wp:wrapNone/>
                      <wp:docPr id="7" name="Freeform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7670AF" id="Freeform 89" o:spid="_x0000_s1026" style="position:absolute;margin-left:61.75pt;margin-top:1.9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72033" w:rsidRPr="006015A1" w:rsidRDefault="00B35726" w:rsidP="006015A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2479040</wp:posOffset>
                      </wp:positionH>
                      <wp:positionV relativeFrom="paragraph">
                        <wp:posOffset>20320</wp:posOffset>
                      </wp:positionV>
                      <wp:extent cx="395605" cy="61595"/>
                      <wp:effectExtent l="5715" t="12065" r="8255" b="12065"/>
                      <wp:wrapNone/>
                      <wp:docPr id="6" name="Freeform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A04B94" id="Freeform 91" o:spid="_x0000_s1026" style="position:absolute;margin-left:195.2pt;margin-top:1.6pt;width:31.15pt;height:4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1699260</wp:posOffset>
                      </wp:positionH>
                      <wp:positionV relativeFrom="paragraph">
                        <wp:posOffset>20320</wp:posOffset>
                      </wp:positionV>
                      <wp:extent cx="395605" cy="61595"/>
                      <wp:effectExtent l="6985" t="12065" r="6985" b="12065"/>
                      <wp:wrapNone/>
                      <wp:docPr id="5" name="Freeform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E8D398" id="Freeform 90" o:spid="_x0000_s1026" style="position:absolute;margin-left:133.8pt;margin-top:1.6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615950</wp:posOffset>
                      </wp:positionH>
                      <wp:positionV relativeFrom="paragraph">
                        <wp:posOffset>13970</wp:posOffset>
                      </wp:positionV>
                      <wp:extent cx="395605" cy="61595"/>
                      <wp:effectExtent l="9525" t="5715" r="13970" b="18415"/>
                      <wp:wrapNone/>
                      <wp:docPr id="4" name="Freeform 8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273103" id="Freeform 88" o:spid="_x0000_s1026" alt="Granite" style="position:absolute;margin-left:48.5pt;margin-top:1.1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H/V1p3gAAAAcBAAAPAAAAZHJzL2Rv&#10;d25yZXYueG1sTI/BTsMwEETvSPyDtUjcqJMgaBLiVFUrREVPLRXnTbwkEfE6it029OtxT3Db0Yxm&#10;3haLyfTiRKPrLCuIZxEI4trqjhsFh4/XhxSE88gae8uk4IccLMrbmwJzbc+8o9PeNyKUsMtRQev9&#10;kEvp6pYMupkdiIP3ZUeDPsixkXrEcyg3vUyi6Fka7DgstDjQqqX6e380Cuy02zbrt0Pl4nnq083a&#10;vMeXT6Xu76blCwhPk/8LwxU/oEMZmCp7ZO1EryCbh1e8giQBcbWfskcQVTjiDGRZyP/85S8A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iPa0AvkEAABjDQAADgAAAAAAAAAAAAAAAAA8AgAAZHJz&#10;L2Uyb0RvYy54bWxQSwECLQAUAAYACAAAACEAWGCzG7oAAAAiAQAAGQAAAAAAAAAAAAAAAABhBwAA&#10;ZHJzL19yZWxzL2Uyb0RvYy54bWwucmVsc1BLAQItABQABgAIAAAAIQDH/V1p3gAAAAcBAAAPAAAA&#10;AAAAAAAAAAAAAFI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3717925</wp:posOffset>
                      </wp:positionH>
                      <wp:positionV relativeFrom="paragraph">
                        <wp:posOffset>10795</wp:posOffset>
                      </wp:positionV>
                      <wp:extent cx="335280" cy="62865"/>
                      <wp:effectExtent l="15875" t="12065" r="29845" b="10795"/>
                      <wp:wrapNone/>
                      <wp:docPr id="3" name="Freeform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4184A3" id="Freeform 92" o:spid="_x0000_s1026" style="position:absolute;margin-left:292.75pt;margin-top:.85pt;width:26.4pt;height:4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IZsBQQAADo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  <w:p w:rsidR="00B35726" w:rsidRDefault="00B35726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  <w:p w:rsidR="00B35726" w:rsidRDefault="00B35726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  <w:p w:rsidR="00B35726" w:rsidRDefault="00B35726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  <w:p w:rsidR="00B35726" w:rsidRPr="006015A1" w:rsidRDefault="00B35726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Fem-Fem XO graft: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Default="00B35726" w:rsidP="00B35726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Previous EVAR noted (under surveillance). The residual aneurysm sac has a maximum transverse diameter of 5.1cm and anteroposterior diameter of 4.9cm, showing no change in size since August 2019. No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endoleak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seen. The left CIA and EIA are occluded. Diffuse calcific narrowing throughout the right EIA, with no focal stenosis seen.</w:t>
            </w:r>
          </w:p>
          <w:p w:rsidR="00B35726" w:rsidRPr="006015A1" w:rsidRDefault="00B35726" w:rsidP="00B35726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Previous Fem-Fem cross over graft noted. This is patent with no stenosis seen throughout.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B35726" w:rsidP="00B35726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Mild calcific atheroma with no focal stenosis seen.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B35726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 at origin.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B35726" w:rsidP="00B35726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Patent. 50-74% focal mid SFA stenosis, with diffuse calcific atheroma throughout. 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B35726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Patent. Diffuse calcification throughout. No focal stenosis seen. 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7769" w:rsidRDefault="00B35726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The mid-distal PTA is occluded, refilling distally. Diffuse calcification throughout all vessels. </w:t>
            </w:r>
          </w:p>
          <w:p w:rsidR="00F8647F" w:rsidRPr="006015A1" w:rsidRDefault="00B35726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</w:p>
        </w:tc>
      </w:tr>
      <w:tr w:rsidR="00784424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784424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556AA3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C56EDD" w:rsidRDefault="00694581">
      <w:pPr>
        <w:rPr>
          <w:rFonts w:ascii="Arial" w:hAnsi="Arial" w:cs="Arial"/>
          <w:sz w:val="18"/>
          <w:szCs w:val="18"/>
        </w:rPr>
      </w:pPr>
    </w:p>
    <w:sectPr w:rsidR="00694581" w:rsidRPr="00C56EDD" w:rsidSect="003F7FA3">
      <w:headerReference w:type="default" r:id="rId11"/>
      <w:footerReference w:type="default" r:id="rId12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AA3" w:rsidRDefault="00556AA3">
      <w:r>
        <w:separator/>
      </w:r>
    </w:p>
  </w:endnote>
  <w:endnote w:type="continuationSeparator" w:id="0">
    <w:p w:rsidR="00556AA3" w:rsidRDefault="00556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20" w:rsidRPr="00C77B66" w:rsidRDefault="00E21820" w:rsidP="00C77B66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AA3" w:rsidRDefault="00556AA3">
      <w:r>
        <w:separator/>
      </w:r>
    </w:p>
  </w:footnote>
  <w:footnote w:type="continuationSeparator" w:id="0">
    <w:p w:rsidR="00556AA3" w:rsidRDefault="00556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A3" w:rsidRDefault="00B35726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4761230</wp:posOffset>
          </wp:positionH>
          <wp:positionV relativeFrom="paragraph">
            <wp:posOffset>-49530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ddd,#eaeaea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AA3"/>
    <w:rsid w:val="0001224D"/>
    <w:rsid w:val="00016E3B"/>
    <w:rsid w:val="000266FD"/>
    <w:rsid w:val="0003782A"/>
    <w:rsid w:val="00042601"/>
    <w:rsid w:val="00082FF5"/>
    <w:rsid w:val="000A3239"/>
    <w:rsid w:val="000B7930"/>
    <w:rsid w:val="000C0F48"/>
    <w:rsid w:val="000D25CF"/>
    <w:rsid w:val="00106CEB"/>
    <w:rsid w:val="00130125"/>
    <w:rsid w:val="00130D4E"/>
    <w:rsid w:val="001747DC"/>
    <w:rsid w:val="0019274F"/>
    <w:rsid w:val="00194910"/>
    <w:rsid w:val="001E5DCF"/>
    <w:rsid w:val="002027E7"/>
    <w:rsid w:val="00202BBA"/>
    <w:rsid w:val="0020510B"/>
    <w:rsid w:val="00216637"/>
    <w:rsid w:val="00224FA1"/>
    <w:rsid w:val="002523B4"/>
    <w:rsid w:val="00252DD3"/>
    <w:rsid w:val="00264648"/>
    <w:rsid w:val="00267D9C"/>
    <w:rsid w:val="00267E93"/>
    <w:rsid w:val="00274108"/>
    <w:rsid w:val="002845F4"/>
    <w:rsid w:val="002C2267"/>
    <w:rsid w:val="002D5608"/>
    <w:rsid w:val="002E4B0D"/>
    <w:rsid w:val="002E67BE"/>
    <w:rsid w:val="002F29A9"/>
    <w:rsid w:val="002F77CE"/>
    <w:rsid w:val="00306B5A"/>
    <w:rsid w:val="003103F4"/>
    <w:rsid w:val="003112C6"/>
    <w:rsid w:val="00317A10"/>
    <w:rsid w:val="00324B94"/>
    <w:rsid w:val="00332965"/>
    <w:rsid w:val="00334A76"/>
    <w:rsid w:val="0034322A"/>
    <w:rsid w:val="00347E54"/>
    <w:rsid w:val="003512C1"/>
    <w:rsid w:val="00366446"/>
    <w:rsid w:val="00367769"/>
    <w:rsid w:val="00391A9B"/>
    <w:rsid w:val="00392EB6"/>
    <w:rsid w:val="003A31C2"/>
    <w:rsid w:val="003B7DF9"/>
    <w:rsid w:val="003D2437"/>
    <w:rsid w:val="003F7FA3"/>
    <w:rsid w:val="00400424"/>
    <w:rsid w:val="004063ED"/>
    <w:rsid w:val="0041713E"/>
    <w:rsid w:val="0042230F"/>
    <w:rsid w:val="00431DE6"/>
    <w:rsid w:val="0043201F"/>
    <w:rsid w:val="004400FD"/>
    <w:rsid w:val="00443A11"/>
    <w:rsid w:val="00446D9E"/>
    <w:rsid w:val="004479C2"/>
    <w:rsid w:val="00464EE7"/>
    <w:rsid w:val="00475D18"/>
    <w:rsid w:val="004770A1"/>
    <w:rsid w:val="004932D3"/>
    <w:rsid w:val="004934E7"/>
    <w:rsid w:val="004B0786"/>
    <w:rsid w:val="004B0C04"/>
    <w:rsid w:val="004C374F"/>
    <w:rsid w:val="004C694B"/>
    <w:rsid w:val="004F3275"/>
    <w:rsid w:val="004F7760"/>
    <w:rsid w:val="005177B0"/>
    <w:rsid w:val="0052175F"/>
    <w:rsid w:val="00556AA3"/>
    <w:rsid w:val="00572033"/>
    <w:rsid w:val="005D3A41"/>
    <w:rsid w:val="005E2D54"/>
    <w:rsid w:val="005E5BC0"/>
    <w:rsid w:val="005F455E"/>
    <w:rsid w:val="006015A1"/>
    <w:rsid w:val="00630CF9"/>
    <w:rsid w:val="00633917"/>
    <w:rsid w:val="0064186A"/>
    <w:rsid w:val="0065477B"/>
    <w:rsid w:val="00663D4E"/>
    <w:rsid w:val="00684981"/>
    <w:rsid w:val="00687CAB"/>
    <w:rsid w:val="00694581"/>
    <w:rsid w:val="006A4D8E"/>
    <w:rsid w:val="006C02CB"/>
    <w:rsid w:val="006F1F8F"/>
    <w:rsid w:val="00735D1B"/>
    <w:rsid w:val="0077506E"/>
    <w:rsid w:val="00781E01"/>
    <w:rsid w:val="00784424"/>
    <w:rsid w:val="007A0A8C"/>
    <w:rsid w:val="007A7B01"/>
    <w:rsid w:val="007B024A"/>
    <w:rsid w:val="007C096F"/>
    <w:rsid w:val="00834776"/>
    <w:rsid w:val="00845175"/>
    <w:rsid w:val="008527CA"/>
    <w:rsid w:val="008A16E0"/>
    <w:rsid w:val="008B5D7F"/>
    <w:rsid w:val="008C682C"/>
    <w:rsid w:val="008D27CF"/>
    <w:rsid w:val="008D344E"/>
    <w:rsid w:val="00901CDD"/>
    <w:rsid w:val="00907C23"/>
    <w:rsid w:val="00911F56"/>
    <w:rsid w:val="00922FD7"/>
    <w:rsid w:val="00937D9E"/>
    <w:rsid w:val="0094691B"/>
    <w:rsid w:val="009704D6"/>
    <w:rsid w:val="00981F73"/>
    <w:rsid w:val="00985862"/>
    <w:rsid w:val="009A34D2"/>
    <w:rsid w:val="009A5CA0"/>
    <w:rsid w:val="009C6954"/>
    <w:rsid w:val="009D2BAA"/>
    <w:rsid w:val="009E69C7"/>
    <w:rsid w:val="00A00D03"/>
    <w:rsid w:val="00A50BBC"/>
    <w:rsid w:val="00A5497F"/>
    <w:rsid w:val="00A5541F"/>
    <w:rsid w:val="00A7491A"/>
    <w:rsid w:val="00A84E3C"/>
    <w:rsid w:val="00AA6449"/>
    <w:rsid w:val="00AA7A3D"/>
    <w:rsid w:val="00AA7DC6"/>
    <w:rsid w:val="00AC13F4"/>
    <w:rsid w:val="00AD1C52"/>
    <w:rsid w:val="00AE30A1"/>
    <w:rsid w:val="00AF27D7"/>
    <w:rsid w:val="00B35726"/>
    <w:rsid w:val="00B46ED4"/>
    <w:rsid w:val="00B67AFA"/>
    <w:rsid w:val="00B930C2"/>
    <w:rsid w:val="00BE0C6B"/>
    <w:rsid w:val="00BF200C"/>
    <w:rsid w:val="00C20259"/>
    <w:rsid w:val="00C4581A"/>
    <w:rsid w:val="00C46C3E"/>
    <w:rsid w:val="00C47CD3"/>
    <w:rsid w:val="00C56EDD"/>
    <w:rsid w:val="00C732E4"/>
    <w:rsid w:val="00C77B66"/>
    <w:rsid w:val="00C9350C"/>
    <w:rsid w:val="00CA11B2"/>
    <w:rsid w:val="00CA3CC5"/>
    <w:rsid w:val="00CB33A4"/>
    <w:rsid w:val="00CC6657"/>
    <w:rsid w:val="00CD7188"/>
    <w:rsid w:val="00CF5D0F"/>
    <w:rsid w:val="00CF7A3E"/>
    <w:rsid w:val="00D06EBF"/>
    <w:rsid w:val="00D25847"/>
    <w:rsid w:val="00D34D9F"/>
    <w:rsid w:val="00D42CEC"/>
    <w:rsid w:val="00D605F8"/>
    <w:rsid w:val="00D70407"/>
    <w:rsid w:val="00D8557F"/>
    <w:rsid w:val="00D86908"/>
    <w:rsid w:val="00DB4A2B"/>
    <w:rsid w:val="00DD13FB"/>
    <w:rsid w:val="00DE7549"/>
    <w:rsid w:val="00DF3825"/>
    <w:rsid w:val="00E02575"/>
    <w:rsid w:val="00E02F9D"/>
    <w:rsid w:val="00E04DCA"/>
    <w:rsid w:val="00E071B6"/>
    <w:rsid w:val="00E21820"/>
    <w:rsid w:val="00E21EED"/>
    <w:rsid w:val="00E51BD6"/>
    <w:rsid w:val="00E62A18"/>
    <w:rsid w:val="00E70784"/>
    <w:rsid w:val="00E75EB3"/>
    <w:rsid w:val="00E80E3F"/>
    <w:rsid w:val="00E84E8C"/>
    <w:rsid w:val="00E96ADB"/>
    <w:rsid w:val="00EC3902"/>
    <w:rsid w:val="00EE3D4D"/>
    <w:rsid w:val="00EF7F68"/>
    <w:rsid w:val="00F03878"/>
    <w:rsid w:val="00F140F6"/>
    <w:rsid w:val="00F212E8"/>
    <w:rsid w:val="00F62C4D"/>
    <w:rsid w:val="00F8023E"/>
    <w:rsid w:val="00F8647F"/>
    <w:rsid w:val="00F90BE6"/>
    <w:rsid w:val="00FB5A9B"/>
    <w:rsid w:val="00FC2EFB"/>
    <w:rsid w:val="00FC3506"/>
    <w:rsid w:val="00FD5807"/>
    <w:rsid w:val="00FE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,#eaeaea"/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141B7829"/>
  <w15:chartTrackingRefBased/>
  <w15:docId w15:val="{3166D833-37BB-4527-A644-42E07191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2F77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F77CE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LEFT%20SIDE\Arterial%20L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9495F-9144-4C50-8758-E0D41F4F5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Arterial Lt LEA</Template>
  <TotalTime>1</TotalTime>
  <Pages>1</Pages>
  <Words>193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3</cp:revision>
  <cp:lastPrinted>2020-06-16T11:37:00Z</cp:lastPrinted>
  <dcterms:created xsi:type="dcterms:W3CDTF">2020-08-12T11:39:00Z</dcterms:created>
  <dcterms:modified xsi:type="dcterms:W3CDTF">2020-08-12T11:39:00Z</dcterms:modified>
  <cp:category>Patient Report</cp:category>
</cp:coreProperties>
</file>